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0E" w:rsidRDefault="00E31F0E">
      <w:pPr>
        <w:rPr>
          <w:rFonts w:cs="Arial"/>
        </w:rPr>
      </w:pPr>
    </w:p>
    <w:p w:rsidR="00E31F0E" w:rsidRDefault="00E31F0E">
      <w:pPr>
        <w:rPr>
          <w:rFonts w:cs="Arial"/>
        </w:rPr>
      </w:pPr>
    </w:p>
    <w:p w:rsidR="00E31F0E" w:rsidRDefault="00E31F0E">
      <w:pPr>
        <w:rPr>
          <w:rFonts w:cs="Arial"/>
        </w:rPr>
      </w:pPr>
    </w:p>
    <w:p w:rsidR="00E31F0E" w:rsidRDefault="00E31F0E">
      <w:pPr>
        <w:rPr>
          <w:rFonts w:cs="Arial"/>
        </w:rPr>
      </w:pPr>
    </w:p>
    <w:p w:rsidR="00E31F0E" w:rsidRDefault="00E31F0E">
      <w:pPr>
        <w:rPr>
          <w:rFonts w:cs="Arial"/>
          <w:lang w:val="es-CO"/>
        </w:rPr>
      </w:pPr>
      <w:r>
        <w:rPr>
          <w:rFonts w:cs="Arial"/>
          <w:b/>
          <w:bCs/>
          <w:noProof/>
          <w:sz w:val="2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6" type="#_x0000_t202" style="position:absolute;left:0;text-align:left;margin-left:119.2pt;margin-top:0;width:324pt;height:36.6pt;z-index:251657728" stroked="f">
            <v:textbox style="mso-next-textbox:#_x0000_s2066">
              <w:txbxContent>
                <w:p w:rsidR="00FD2939" w:rsidRDefault="000D2AE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bCs/>
                      <w:sz w:val="28"/>
                      <w:szCs w:val="28"/>
                    </w:rPr>
                    <w:t>Empresa</w:t>
                  </w:r>
                </w:p>
              </w:txbxContent>
            </v:textbox>
          </v:shape>
        </w:pict>
      </w:r>
    </w:p>
    <w:p w:rsidR="00E31F0E" w:rsidRDefault="00E31F0E">
      <w:pPr>
        <w:rPr>
          <w:rFonts w:cs="Arial"/>
          <w:lang w:val="es-CO"/>
        </w:rPr>
      </w:pPr>
    </w:p>
    <w:p w:rsidR="00E31F0E" w:rsidRDefault="00E31F0E">
      <w:pPr>
        <w:jc w:val="right"/>
        <w:rPr>
          <w:rFonts w:cs="Arial"/>
          <w:b/>
          <w:bCs/>
          <w:sz w:val="24"/>
          <w:szCs w:val="30"/>
        </w:rPr>
      </w:pPr>
      <w:r>
        <w:rPr>
          <w:rFonts w:cs="Arial"/>
          <w:noProof/>
          <w:sz w:val="20"/>
        </w:rPr>
        <w:t xml:space="preserve"> </w:t>
      </w:r>
    </w:p>
    <w:p w:rsidR="00E31F0E" w:rsidRDefault="00E31F0E">
      <w:pPr>
        <w:jc w:val="right"/>
        <w:rPr>
          <w:rFonts w:cs="Arial"/>
          <w:b/>
          <w:bCs/>
          <w:sz w:val="24"/>
          <w:szCs w:val="30"/>
        </w:rPr>
      </w:pPr>
    </w:p>
    <w:p w:rsidR="00E31F0E" w:rsidRDefault="00E31F0E">
      <w:pPr>
        <w:jc w:val="right"/>
        <w:rPr>
          <w:rFonts w:cs="Arial"/>
          <w:b/>
          <w:bCs/>
          <w:sz w:val="24"/>
          <w:szCs w:val="30"/>
        </w:rPr>
      </w:pPr>
    </w:p>
    <w:p w:rsidR="00E31F0E" w:rsidRDefault="00E31F0E">
      <w:pPr>
        <w:tabs>
          <w:tab w:val="left" w:pos="3810"/>
        </w:tabs>
        <w:rPr>
          <w:rFonts w:cs="Arial"/>
          <w:b/>
          <w:bCs/>
          <w:sz w:val="24"/>
          <w:szCs w:val="30"/>
        </w:rPr>
      </w:pPr>
      <w:r>
        <w:rPr>
          <w:rFonts w:cs="Arial"/>
          <w:b/>
          <w:bCs/>
          <w:sz w:val="24"/>
          <w:szCs w:val="30"/>
        </w:rPr>
        <w:tab/>
      </w:r>
    </w:p>
    <w:p w:rsidR="00E31F0E" w:rsidRDefault="00E31F0E">
      <w:pPr>
        <w:jc w:val="right"/>
        <w:rPr>
          <w:rFonts w:cs="Arial"/>
          <w:b/>
          <w:bCs/>
          <w:sz w:val="24"/>
          <w:szCs w:val="30"/>
        </w:rPr>
      </w:pPr>
    </w:p>
    <w:p w:rsidR="00E31F0E" w:rsidRDefault="00E31F0E">
      <w:pPr>
        <w:rPr>
          <w:rFonts w:cs="Arial"/>
        </w:rPr>
      </w:pPr>
    </w:p>
    <w:p w:rsidR="00E31F0E" w:rsidRDefault="00E31F0E">
      <w:pPr>
        <w:jc w:val="center"/>
        <w:rPr>
          <w:rFonts w:cs="Arial"/>
          <w:b/>
          <w:bCs/>
          <w:sz w:val="44"/>
        </w:rPr>
      </w:pPr>
    </w:p>
    <w:p w:rsidR="00E31F0E" w:rsidRDefault="00E31F0E">
      <w:pPr>
        <w:jc w:val="center"/>
        <w:rPr>
          <w:rFonts w:cs="Arial"/>
          <w:b/>
          <w:bCs/>
          <w:sz w:val="44"/>
        </w:rPr>
      </w:pPr>
    </w:p>
    <w:p w:rsidR="00E31F0E" w:rsidRDefault="00E31F0E">
      <w:pPr>
        <w:jc w:val="center"/>
        <w:rPr>
          <w:rFonts w:cs="Arial"/>
          <w:b/>
          <w:bCs/>
          <w:sz w:val="44"/>
        </w:rPr>
      </w:pPr>
      <w:r>
        <w:rPr>
          <w:rFonts w:cs="Arial"/>
          <w:b/>
          <w:bCs/>
          <w:sz w:val="44"/>
        </w:rPr>
        <w:t>ESPECIFICACIÓN DE REQUISITOS</w:t>
      </w:r>
    </w:p>
    <w:p w:rsidR="00E31F0E" w:rsidRDefault="00E31F0E">
      <w:pPr>
        <w:jc w:val="center"/>
        <w:rPr>
          <w:rFonts w:cs="Arial"/>
          <w:b/>
          <w:bCs/>
          <w:sz w:val="44"/>
        </w:rPr>
      </w:pPr>
      <w:r>
        <w:rPr>
          <w:rFonts w:cs="Arial"/>
          <w:b/>
          <w:bCs/>
          <w:sz w:val="44"/>
        </w:rPr>
        <w:t xml:space="preserve"> </w:t>
      </w:r>
    </w:p>
    <w:p w:rsidR="00E31F0E" w:rsidRDefault="009D47EF">
      <w:pPr>
        <w:jc w:val="center"/>
        <w:rPr>
          <w:rFonts w:cs="Arial"/>
          <w:b/>
          <w:bCs/>
          <w:sz w:val="44"/>
        </w:rPr>
      </w:pPr>
      <w:r>
        <w:rPr>
          <w:rFonts w:cs="Arial"/>
          <w:b/>
          <w:bCs/>
          <w:sz w:val="44"/>
        </w:rPr>
        <w:t>PROYECTO INTEGRADOR</w:t>
      </w:r>
    </w:p>
    <w:p w:rsidR="00E31F0E" w:rsidRDefault="00E31F0E">
      <w:pPr>
        <w:jc w:val="center"/>
        <w:rPr>
          <w:rFonts w:cs="Arial"/>
          <w:b/>
          <w:bCs/>
          <w:sz w:val="44"/>
        </w:rPr>
      </w:pPr>
    </w:p>
    <w:p w:rsidR="00E31F0E" w:rsidRDefault="00E31F0E">
      <w:pPr>
        <w:jc w:val="center"/>
        <w:rPr>
          <w:rFonts w:cs="Arial"/>
        </w:rPr>
      </w:pPr>
    </w:p>
    <w:p w:rsidR="00E31F0E" w:rsidRDefault="00E31F0E">
      <w:pPr>
        <w:rPr>
          <w:rFonts w:cs="Arial"/>
          <w:b/>
          <w:bCs/>
        </w:rPr>
      </w:pPr>
      <w:r>
        <w:rPr>
          <w:rFonts w:cs="Arial"/>
          <w:b/>
          <w:bCs/>
        </w:rPr>
        <w:t>Autores:</w:t>
      </w:r>
    </w:p>
    <w:p w:rsidR="00E31F0E" w:rsidRDefault="000D2AE0">
      <w:pPr>
        <w:rPr>
          <w:rFonts w:cs="Arial"/>
          <w:i/>
          <w:iCs/>
        </w:rPr>
      </w:pPr>
      <w:r>
        <w:rPr>
          <w:rFonts w:cs="Arial"/>
          <w:i/>
          <w:iCs/>
        </w:rPr>
        <w:t>XXX</w:t>
      </w:r>
    </w:p>
    <w:p w:rsidR="00E31F0E" w:rsidRDefault="000D2AE0">
      <w:pPr>
        <w:rPr>
          <w:rFonts w:cs="Arial"/>
          <w:i/>
          <w:iCs/>
        </w:rPr>
      </w:pPr>
      <w:r>
        <w:rPr>
          <w:rFonts w:cs="Arial"/>
          <w:i/>
          <w:iCs/>
        </w:rPr>
        <w:t>XXX</w:t>
      </w:r>
    </w:p>
    <w:p w:rsidR="00E31F0E" w:rsidRDefault="00E31F0E">
      <w:pPr>
        <w:rPr>
          <w:rFonts w:cs="Arial"/>
          <w:highlight w:val="yellow"/>
        </w:rPr>
      </w:pPr>
    </w:p>
    <w:p w:rsidR="00E31F0E" w:rsidRDefault="00E31F0E">
      <w:pPr>
        <w:rPr>
          <w:rFonts w:cs="Arial"/>
          <w:b/>
          <w:bCs/>
        </w:rPr>
      </w:pPr>
      <w:r>
        <w:rPr>
          <w:rFonts w:cs="Arial"/>
          <w:b/>
          <w:bCs/>
        </w:rPr>
        <w:t>Dirigido a:</w:t>
      </w:r>
    </w:p>
    <w:p w:rsidR="00E31F0E" w:rsidRDefault="00BF1221">
      <w:pPr>
        <w:rPr>
          <w:rFonts w:cs="Arial"/>
          <w:i/>
          <w:iCs/>
        </w:rPr>
      </w:pPr>
      <w:r>
        <w:rPr>
          <w:rFonts w:cs="Arial"/>
          <w:i/>
          <w:iCs/>
        </w:rPr>
        <w:t>EMPRESA XX</w:t>
      </w:r>
    </w:p>
    <w:p w:rsidR="00E31F0E" w:rsidRDefault="00E31F0E">
      <w:pPr>
        <w:rPr>
          <w:rFonts w:cs="Arial"/>
        </w:rPr>
      </w:pPr>
    </w:p>
    <w:p w:rsidR="00E31F0E" w:rsidRDefault="00E31F0E">
      <w:pPr>
        <w:rPr>
          <w:rFonts w:cs="Arial"/>
        </w:rPr>
      </w:pPr>
      <w:r>
        <w:rPr>
          <w:rFonts w:cs="Arial"/>
          <w:b/>
          <w:bCs/>
        </w:rPr>
        <w:t>Revisado Por:</w:t>
      </w:r>
    </w:p>
    <w:p w:rsidR="00E31F0E" w:rsidRDefault="006F0DB4">
      <w:pPr>
        <w:rPr>
          <w:rFonts w:cs="Arial"/>
          <w:i/>
          <w:iCs/>
        </w:rPr>
      </w:pPr>
      <w:r>
        <w:rPr>
          <w:rFonts w:cs="Arial"/>
          <w:i/>
          <w:iCs/>
        </w:rPr>
        <w:t xml:space="preserve">Ing. </w:t>
      </w:r>
      <w:r w:rsidR="00BF1221">
        <w:rPr>
          <w:rFonts w:cs="Arial"/>
          <w:i/>
          <w:iCs/>
        </w:rPr>
        <w:t>XX</w:t>
      </w:r>
    </w:p>
    <w:p w:rsidR="006F0DB4" w:rsidRDefault="006F0DB4">
      <w:pPr>
        <w:rPr>
          <w:rFonts w:cs="Arial"/>
          <w:i/>
          <w:iCs/>
        </w:rPr>
      </w:pPr>
      <w:r>
        <w:rPr>
          <w:rFonts w:cs="Arial"/>
          <w:i/>
          <w:iCs/>
        </w:rPr>
        <w:t>Coordinador de</w:t>
      </w:r>
      <w:r w:rsidR="009D47EF">
        <w:rPr>
          <w:rFonts w:cs="Arial"/>
          <w:i/>
          <w:iCs/>
        </w:rPr>
        <w:t>l Proyecto</w:t>
      </w:r>
      <w:r>
        <w:rPr>
          <w:rFonts w:cs="Arial"/>
          <w:i/>
          <w:iCs/>
        </w:rPr>
        <w:t xml:space="preserve"> </w:t>
      </w:r>
    </w:p>
    <w:p w:rsidR="00BF1221" w:rsidRDefault="00BF1221">
      <w:pPr>
        <w:rPr>
          <w:rFonts w:cs="Arial"/>
          <w:i/>
          <w:iCs/>
        </w:rPr>
      </w:pPr>
    </w:p>
    <w:p w:rsidR="006F0DB4" w:rsidRDefault="006F0DB4">
      <w:pPr>
        <w:rPr>
          <w:rFonts w:cs="Arial"/>
          <w:b/>
          <w:bCs/>
        </w:rPr>
      </w:pPr>
    </w:p>
    <w:p w:rsidR="00E31F0E" w:rsidRDefault="00E31F0E">
      <w:pPr>
        <w:rPr>
          <w:rFonts w:cs="Arial"/>
          <w:b/>
          <w:bCs/>
        </w:rPr>
      </w:pPr>
    </w:p>
    <w:p w:rsidR="00E31F0E" w:rsidRDefault="00E31F0E">
      <w:pPr>
        <w:rPr>
          <w:rFonts w:cs="Arial"/>
          <w:b/>
          <w:bCs/>
        </w:rPr>
      </w:pPr>
      <w:r>
        <w:rPr>
          <w:rFonts w:cs="Arial"/>
          <w:b/>
          <w:bCs/>
        </w:rPr>
        <w:t>Lugar y fecha de emisión:</w:t>
      </w:r>
    </w:p>
    <w:p w:rsidR="00E31F0E" w:rsidRDefault="006F0DB4">
      <w:pPr>
        <w:rPr>
          <w:rFonts w:cs="Arial"/>
          <w:i/>
          <w:iCs/>
        </w:rPr>
      </w:pPr>
      <w:r>
        <w:rPr>
          <w:rFonts w:cs="Arial"/>
          <w:i/>
          <w:iCs/>
        </w:rPr>
        <w:t xml:space="preserve">Bucaramanga, </w:t>
      </w:r>
      <w:r w:rsidR="009D47EF">
        <w:rPr>
          <w:rFonts w:cs="Arial"/>
          <w:i/>
          <w:iCs/>
        </w:rPr>
        <w:t>20</w:t>
      </w:r>
      <w:r w:rsidR="00E31F0E">
        <w:rPr>
          <w:rFonts w:cs="Arial"/>
          <w:i/>
          <w:iCs/>
        </w:rPr>
        <w:t xml:space="preserve"> de </w:t>
      </w:r>
      <w:r w:rsidR="009D47EF">
        <w:rPr>
          <w:rFonts w:cs="Arial"/>
          <w:i/>
          <w:iCs/>
        </w:rPr>
        <w:t>Octubre</w:t>
      </w:r>
      <w:r w:rsidR="00BF1221">
        <w:rPr>
          <w:rFonts w:cs="Arial"/>
          <w:i/>
          <w:iCs/>
        </w:rPr>
        <w:t xml:space="preserve">  de 2010</w:t>
      </w:r>
    </w:p>
    <w:p w:rsidR="00E31F0E" w:rsidRDefault="00E31F0E">
      <w:pPr>
        <w:pStyle w:val="Textoindependiente2"/>
        <w:rPr>
          <w:rFonts w:ascii="Arial" w:hAnsi="Arial" w:cs="Arial"/>
          <w:color w:val="auto"/>
          <w:sz w:val="22"/>
        </w:rPr>
      </w:pPr>
    </w:p>
    <w:p w:rsidR="00E31F0E" w:rsidRDefault="00E31F0E">
      <w:pPr>
        <w:pStyle w:val="Textoindependiente2"/>
        <w:rPr>
          <w:rFonts w:ascii="Arial" w:hAnsi="Arial" w:cs="Arial"/>
          <w:i/>
          <w:iCs/>
          <w:color w:val="auto"/>
          <w:sz w:val="22"/>
        </w:rPr>
      </w:pPr>
    </w:p>
    <w:p w:rsidR="00E31F0E" w:rsidRDefault="00BF1221" w:rsidP="00E21D8E">
      <w:pPr>
        <w:tabs>
          <w:tab w:val="left" w:pos="3405"/>
        </w:tabs>
        <w:rPr>
          <w:rFonts w:cs="Arial"/>
          <w:lang w:val="es-CO"/>
        </w:rPr>
      </w:pPr>
      <w:r>
        <w:rPr>
          <w:rFonts w:cs="Arial"/>
          <w:lang w:val="es-CO"/>
        </w:rPr>
        <w:br w:type="page"/>
      </w:r>
      <w:r w:rsidR="00E21D8E">
        <w:rPr>
          <w:rFonts w:cs="Arial"/>
          <w:lang w:val="es-CO"/>
        </w:rPr>
        <w:lastRenderedPageBreak/>
        <w:tab/>
      </w:r>
    </w:p>
    <w:p w:rsidR="00E31F0E" w:rsidRDefault="00E31F0E">
      <w:pPr>
        <w:rPr>
          <w:rFonts w:cs="Arial"/>
          <w:lang w:val="es-CO"/>
        </w:rPr>
      </w:pPr>
    </w:p>
    <w:p w:rsidR="00E31F0E" w:rsidRDefault="00E31F0E">
      <w:pPr>
        <w:pStyle w:val="Textoindependiente2"/>
        <w:jc w:val="right"/>
        <w:rPr>
          <w:rFonts w:ascii="Arial" w:hAnsi="Arial" w:cs="Arial"/>
          <w:i/>
          <w:iCs/>
          <w:color w:val="auto"/>
          <w:sz w:val="22"/>
        </w:rPr>
      </w:pPr>
      <w:r>
        <w:rPr>
          <w:rFonts w:ascii="Arial" w:hAnsi="Arial" w:cs="Arial"/>
          <w:i/>
          <w:iCs/>
          <w:color w:val="auto"/>
          <w:sz w:val="22"/>
        </w:rPr>
        <w:t>Versión 1</w:t>
      </w:r>
      <w:r w:rsidR="006F0DB4">
        <w:rPr>
          <w:rFonts w:ascii="Arial" w:hAnsi="Arial" w:cs="Arial"/>
          <w:i/>
          <w:iCs/>
          <w:color w:val="auto"/>
          <w:sz w:val="22"/>
        </w:rPr>
        <w:t>.0</w:t>
      </w:r>
    </w:p>
    <w:p w:rsidR="006F0DB4" w:rsidRDefault="006F0DB4">
      <w:pPr>
        <w:jc w:val="center"/>
        <w:rPr>
          <w:rFonts w:cs="Arial"/>
          <w:b/>
          <w:bCs/>
          <w:sz w:val="28"/>
        </w:rPr>
      </w:pPr>
    </w:p>
    <w:p w:rsidR="00E31F0E" w:rsidRDefault="00E31F0E">
      <w:pPr>
        <w:jc w:val="center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Tabla de contenido</w:t>
      </w:r>
    </w:p>
    <w:p w:rsidR="00CE0425" w:rsidRDefault="00E31F0E">
      <w:pPr>
        <w:pStyle w:val="TDC1"/>
        <w:tabs>
          <w:tab w:val="left" w:pos="440"/>
          <w:tab w:val="right" w:leader="dot" w:pos="8828"/>
        </w:tabs>
        <w:rPr>
          <w:rFonts w:ascii="Calibri" w:hAnsi="Calibri"/>
          <w:b w:val="0"/>
          <w:bCs w:val="0"/>
          <w:caps w:val="0"/>
          <w:noProof/>
          <w:szCs w:val="22"/>
        </w:rPr>
      </w:pPr>
      <w:r w:rsidRPr="00FD2939">
        <w:rPr>
          <w:rFonts w:cs="Arial"/>
          <w:szCs w:val="22"/>
        </w:rPr>
        <w:fldChar w:fldCharType="begin"/>
      </w:r>
      <w:r w:rsidRPr="00FD2939">
        <w:rPr>
          <w:rFonts w:cs="Arial"/>
          <w:szCs w:val="22"/>
        </w:rPr>
        <w:instrText xml:space="preserve"> TOC \o "1-4" \h \z </w:instrText>
      </w:r>
      <w:r w:rsidRPr="00FD2939">
        <w:rPr>
          <w:rFonts w:cs="Arial"/>
          <w:szCs w:val="22"/>
        </w:rPr>
        <w:fldChar w:fldCharType="separate"/>
      </w:r>
      <w:hyperlink w:anchor="_Toc273800167" w:history="1">
        <w:r w:rsidR="00CE0425" w:rsidRPr="00BC2C92">
          <w:rPr>
            <w:rStyle w:val="Hipervnculo"/>
            <w:noProof/>
          </w:rPr>
          <w:t>1</w:t>
        </w:r>
        <w:r w:rsidR="00CE0425">
          <w:rPr>
            <w:rFonts w:ascii="Calibri" w:hAnsi="Calibri"/>
            <w:b w:val="0"/>
            <w:bCs w:val="0"/>
            <w:caps w:val="0"/>
            <w:noProof/>
            <w:szCs w:val="22"/>
          </w:rPr>
          <w:tab/>
        </w:r>
        <w:r w:rsidR="00CE0425" w:rsidRPr="00BC2C92">
          <w:rPr>
            <w:rStyle w:val="Hipervnculo"/>
            <w:noProof/>
          </w:rPr>
          <w:t>INTRODUCCIÓN</w:t>
        </w:r>
        <w:r w:rsidR="00CE0425">
          <w:rPr>
            <w:noProof/>
            <w:webHidden/>
          </w:rPr>
          <w:tab/>
        </w:r>
        <w:r w:rsidR="00CE0425">
          <w:rPr>
            <w:noProof/>
            <w:webHidden/>
          </w:rPr>
          <w:fldChar w:fldCharType="begin"/>
        </w:r>
        <w:r w:rsidR="00CE0425">
          <w:rPr>
            <w:noProof/>
            <w:webHidden/>
          </w:rPr>
          <w:instrText xml:space="preserve"> PAGEREF _Toc273800167 \h </w:instrText>
        </w:r>
        <w:r w:rsidR="00CE0425">
          <w:rPr>
            <w:noProof/>
            <w:webHidden/>
          </w:rPr>
        </w:r>
        <w:r w:rsidR="00CE0425">
          <w:rPr>
            <w:noProof/>
            <w:webHidden/>
          </w:rPr>
          <w:fldChar w:fldCharType="separate"/>
        </w:r>
        <w:r w:rsidR="00CE0425">
          <w:rPr>
            <w:noProof/>
            <w:webHidden/>
          </w:rPr>
          <w:t>4</w:t>
        </w:r>
        <w:r w:rsidR="00CE0425">
          <w:rPr>
            <w:noProof/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68" w:history="1">
        <w:r w:rsidRPr="00BC2C92">
          <w:rPr>
            <w:rStyle w:val="Hipervnculo"/>
          </w:rPr>
          <w:t>1.1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Propósito del documento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69" w:history="1">
        <w:r w:rsidRPr="00BC2C92">
          <w:rPr>
            <w:rStyle w:val="Hipervnculo"/>
          </w:rPr>
          <w:t>1.2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Ámbito del sistema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70" w:history="1">
        <w:r w:rsidRPr="00BC2C92">
          <w:rPr>
            <w:rStyle w:val="Hipervnculo"/>
            <w:noProof/>
          </w:rPr>
          <w:t>1.2.1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Nombre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71" w:history="1">
        <w:r w:rsidRPr="00BC2C92">
          <w:rPr>
            <w:rStyle w:val="Hipervnculo"/>
            <w:noProof/>
          </w:rPr>
          <w:t>1.2.2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Objetivo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72" w:history="1">
        <w:r w:rsidRPr="00BC2C92">
          <w:rPr>
            <w:rStyle w:val="Hipervnculo"/>
            <w:noProof/>
          </w:rPr>
          <w:t>1.2.3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Funcionalidad general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73" w:history="1">
        <w:r w:rsidRPr="00BC2C92">
          <w:rPr>
            <w:rStyle w:val="Hipervnculo"/>
          </w:rPr>
          <w:t>1.3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Definiciones acrónimos y abreviaturas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74" w:history="1">
        <w:r w:rsidRPr="00BC2C92">
          <w:rPr>
            <w:rStyle w:val="Hipervnculo"/>
            <w:lang w:val="en-US"/>
          </w:rPr>
          <w:t>1.4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  <w:lang w:val="en-US"/>
          </w:rPr>
          <w:t>Referencias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1"/>
        <w:tabs>
          <w:tab w:val="left" w:pos="440"/>
          <w:tab w:val="right" w:leader="dot" w:pos="8828"/>
        </w:tabs>
        <w:rPr>
          <w:rFonts w:ascii="Calibri" w:hAnsi="Calibri"/>
          <w:b w:val="0"/>
          <w:bCs w:val="0"/>
          <w:caps w:val="0"/>
          <w:noProof/>
          <w:szCs w:val="22"/>
        </w:rPr>
      </w:pPr>
      <w:hyperlink w:anchor="_Toc273800175" w:history="1">
        <w:r w:rsidRPr="00BC2C92">
          <w:rPr>
            <w:rStyle w:val="Hipervnculo"/>
            <w:noProof/>
          </w:rPr>
          <w:t>2</w:t>
        </w:r>
        <w:r>
          <w:rPr>
            <w:rFonts w:ascii="Calibri" w:hAnsi="Calibri"/>
            <w:b w:val="0"/>
            <w:bCs w:val="0"/>
            <w:caps w:val="0"/>
            <w:noProof/>
            <w:szCs w:val="22"/>
          </w:rPr>
          <w:tab/>
        </w:r>
        <w:r w:rsidRPr="00BC2C92">
          <w:rPr>
            <w:rStyle w:val="Hipervnculo"/>
            <w:noProof/>
          </w:rPr>
          <w:t>DESCRIPCIÓN GENERAL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76" w:history="1">
        <w:r w:rsidRPr="00BC2C92">
          <w:rPr>
            <w:rStyle w:val="Hipervnculo"/>
          </w:rPr>
          <w:t>2.1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Perspectiva del proyecto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77" w:history="1">
        <w:r w:rsidRPr="00BC2C92">
          <w:rPr>
            <w:rStyle w:val="Hipervnculo"/>
          </w:rPr>
          <w:t>2.2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Funciones del proyecto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78" w:history="1">
        <w:r w:rsidRPr="00BC2C92">
          <w:rPr>
            <w:rStyle w:val="Hipervnculo"/>
          </w:rPr>
          <w:t>2.3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Características de los usuarios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79" w:history="1">
        <w:r w:rsidRPr="00BC2C92">
          <w:rPr>
            <w:rStyle w:val="Hipervnculo"/>
          </w:rPr>
          <w:t>2.4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PLATAFORMA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80" w:history="1">
        <w:r w:rsidRPr="00BC2C92">
          <w:rPr>
            <w:rStyle w:val="Hipervnculo"/>
            <w:noProof/>
          </w:rPr>
          <w:t>2.4.1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81" w:history="1">
        <w:r w:rsidRPr="00BC2C92">
          <w:rPr>
            <w:rStyle w:val="Hipervnculo"/>
            <w:noProof/>
          </w:rPr>
          <w:t>2.4.2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Hardware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82" w:history="1">
        <w:r w:rsidRPr="00BC2C92">
          <w:rPr>
            <w:rStyle w:val="Hipervnculo"/>
            <w:noProof/>
          </w:rPr>
          <w:t>2.4.3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Interfaces con otras aplicaciones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1"/>
        <w:tabs>
          <w:tab w:val="left" w:pos="440"/>
          <w:tab w:val="right" w:leader="dot" w:pos="8828"/>
        </w:tabs>
        <w:rPr>
          <w:rFonts w:ascii="Calibri" w:hAnsi="Calibri"/>
          <w:b w:val="0"/>
          <w:bCs w:val="0"/>
          <w:caps w:val="0"/>
          <w:noProof/>
          <w:szCs w:val="22"/>
        </w:rPr>
      </w:pPr>
      <w:hyperlink w:anchor="_Toc273800183" w:history="1">
        <w:r w:rsidRPr="00BC2C92">
          <w:rPr>
            <w:rStyle w:val="Hipervnculo"/>
            <w:noProof/>
          </w:rPr>
          <w:t>3</w:t>
        </w:r>
        <w:r>
          <w:rPr>
            <w:rFonts w:ascii="Calibri" w:hAnsi="Calibri"/>
            <w:b w:val="0"/>
            <w:bCs w:val="0"/>
            <w:caps w:val="0"/>
            <w:noProof/>
            <w:szCs w:val="22"/>
          </w:rPr>
          <w:tab/>
        </w:r>
        <w:r w:rsidRPr="00BC2C92">
          <w:rPr>
            <w:rStyle w:val="Hipervnculo"/>
            <w:noProof/>
          </w:rPr>
          <w:t>REQUISITOS ESPECÍFICOS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84" w:history="1">
        <w:r w:rsidRPr="00BC2C92">
          <w:rPr>
            <w:rStyle w:val="Hipervnculo"/>
          </w:rPr>
          <w:t>3.1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Componente 1 XX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85" w:history="1">
        <w:r w:rsidRPr="00BC2C92">
          <w:rPr>
            <w:rStyle w:val="Hipervnculo"/>
            <w:noProof/>
          </w:rPr>
          <w:t>3.1.1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Requisito 1: XXX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86" w:history="1">
        <w:r w:rsidRPr="00BC2C92">
          <w:rPr>
            <w:rStyle w:val="Hipervnculo"/>
            <w:noProof/>
          </w:rPr>
          <w:t>3.1.2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Requisito 2: XXXX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E0425" w:rsidRDefault="00CE0425">
      <w:pPr>
        <w:pStyle w:val="TDC2"/>
        <w:tabs>
          <w:tab w:val="left" w:pos="660"/>
          <w:tab w:val="right" w:leader="dot" w:pos="8828"/>
        </w:tabs>
        <w:rPr>
          <w:rFonts w:ascii="Calibri" w:hAnsi="Calibri"/>
          <w:b w:val="0"/>
          <w:bCs w:val="0"/>
        </w:rPr>
      </w:pPr>
      <w:hyperlink w:anchor="_Toc273800187" w:history="1">
        <w:r w:rsidRPr="00BC2C92">
          <w:rPr>
            <w:rStyle w:val="Hipervnculo"/>
          </w:rPr>
          <w:t>3.2</w:t>
        </w:r>
        <w:r>
          <w:rPr>
            <w:rFonts w:ascii="Calibri" w:hAnsi="Calibri"/>
            <w:b w:val="0"/>
            <w:bCs w:val="0"/>
          </w:rPr>
          <w:tab/>
        </w:r>
        <w:r w:rsidRPr="00BC2C92">
          <w:rPr>
            <w:rStyle w:val="Hipervnculo"/>
          </w:rPr>
          <w:t>Componente 2 XX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_Toc273800187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E0425" w:rsidRDefault="00CE0425">
      <w:pPr>
        <w:pStyle w:val="TDC3"/>
        <w:tabs>
          <w:tab w:val="left" w:pos="1100"/>
          <w:tab w:val="right" w:leader="dot" w:pos="8828"/>
        </w:tabs>
        <w:rPr>
          <w:rFonts w:ascii="Calibri" w:hAnsi="Calibri"/>
          <w:noProof/>
          <w:szCs w:val="22"/>
        </w:rPr>
      </w:pPr>
      <w:hyperlink w:anchor="_Toc273800188" w:history="1">
        <w:r w:rsidRPr="00BC2C92">
          <w:rPr>
            <w:rStyle w:val="Hipervnculo"/>
            <w:noProof/>
          </w:rPr>
          <w:t>3.2.1</w:t>
        </w:r>
        <w:r>
          <w:rPr>
            <w:rFonts w:ascii="Calibri" w:hAnsi="Calibri"/>
            <w:noProof/>
            <w:szCs w:val="22"/>
          </w:rPr>
          <w:tab/>
        </w:r>
        <w:r w:rsidRPr="00BC2C92">
          <w:rPr>
            <w:rStyle w:val="Hipervnculo"/>
            <w:noProof/>
          </w:rPr>
          <w:t>Requisito 1: XXX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_Toc273800188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31F0E" w:rsidRDefault="00E31F0E">
      <w:pPr>
        <w:rPr>
          <w:rFonts w:cs="Arial"/>
        </w:rPr>
      </w:pPr>
      <w:r w:rsidRPr="00FD2939">
        <w:rPr>
          <w:rFonts w:cs="Arial"/>
          <w:szCs w:val="22"/>
        </w:rPr>
        <w:fldChar w:fldCharType="end"/>
      </w:r>
    </w:p>
    <w:p w:rsidR="00E31F0E" w:rsidRDefault="00E31F0E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FD2939" w:rsidRDefault="00FD2939">
      <w:pPr>
        <w:rPr>
          <w:rFonts w:cs="Arial"/>
        </w:rPr>
      </w:pPr>
    </w:p>
    <w:p w:rsidR="00E31F0E" w:rsidRDefault="00E31F0E">
      <w:pPr>
        <w:pStyle w:val="Ttulo1"/>
      </w:pPr>
      <w:bookmarkStart w:id="0" w:name="_Toc201663958"/>
      <w:bookmarkStart w:id="1" w:name="_Toc273800167"/>
      <w:r>
        <w:t>INTRODUCCIÓN</w:t>
      </w:r>
      <w:bookmarkEnd w:id="0"/>
      <w:bookmarkEnd w:id="1"/>
    </w:p>
    <w:p w:rsidR="00E31F0E" w:rsidRDefault="00E31F0E">
      <w:pPr>
        <w:rPr>
          <w:rFonts w:cs="Arial"/>
        </w:rPr>
      </w:pPr>
    </w:p>
    <w:p w:rsidR="00E31F0E" w:rsidRDefault="00430EE6">
      <w:pPr>
        <w:rPr>
          <w:rFonts w:cs="Arial"/>
        </w:rPr>
      </w:pPr>
      <w:r>
        <w:rPr>
          <w:rFonts w:cs="Arial"/>
        </w:rPr>
        <w:t>De manera resumida describir lo que  contiene el documento</w:t>
      </w:r>
    </w:p>
    <w:p w:rsidR="00E31F0E" w:rsidRDefault="00E31F0E">
      <w:pPr>
        <w:tabs>
          <w:tab w:val="left" w:pos="1005"/>
        </w:tabs>
        <w:rPr>
          <w:rFonts w:cs="Arial"/>
        </w:rPr>
      </w:pPr>
      <w:r>
        <w:rPr>
          <w:rFonts w:cs="Arial"/>
        </w:rPr>
        <w:tab/>
      </w:r>
    </w:p>
    <w:p w:rsidR="00E31F0E" w:rsidRDefault="00E31F0E">
      <w:pPr>
        <w:pStyle w:val="Ttulo2"/>
      </w:pPr>
      <w:bookmarkStart w:id="2" w:name="_Toc201663959"/>
      <w:bookmarkStart w:id="3" w:name="_Toc273800168"/>
      <w:r>
        <w:t>Propósito del documento</w:t>
      </w:r>
      <w:bookmarkEnd w:id="2"/>
      <w:bookmarkEnd w:id="3"/>
    </w:p>
    <w:p w:rsidR="00E31F0E" w:rsidRDefault="00E31F0E">
      <w:pPr>
        <w:rPr>
          <w:rFonts w:cs="Arial"/>
        </w:rPr>
      </w:pPr>
    </w:p>
    <w:p w:rsidR="00430EE6" w:rsidRDefault="00430EE6" w:rsidP="00430EE6">
      <w:pPr>
        <w:rPr>
          <w:rFonts w:cs="Arial"/>
        </w:rPr>
      </w:pPr>
      <w:r>
        <w:rPr>
          <w:rFonts w:cs="Arial"/>
        </w:rPr>
        <w:t>Identificar la utilidad del documento, por ejemplo  Este documento de especificación se ha realizado para definir las funcionalidades que deben  y sus requisitos son el resultado del análisis de las actas de reuniones, documento definición del proyecto, flujo de procesos, formato de documentos y las entrevistas realizadas a los usuarios participantes.</w:t>
      </w:r>
    </w:p>
    <w:p w:rsidR="00430EE6" w:rsidRDefault="00430EE6">
      <w:pPr>
        <w:rPr>
          <w:rFonts w:cs="Arial"/>
        </w:rPr>
      </w:pPr>
    </w:p>
    <w:p w:rsidR="00E31F0E" w:rsidRDefault="00E31F0E">
      <w:pPr>
        <w:rPr>
          <w:rFonts w:cs="Arial"/>
          <w:szCs w:val="20"/>
        </w:rPr>
      </w:pPr>
    </w:p>
    <w:p w:rsidR="00E31F0E" w:rsidRDefault="00E31F0E">
      <w:pPr>
        <w:pStyle w:val="Ttulo2"/>
      </w:pPr>
      <w:bookmarkStart w:id="4" w:name="_Toc201663960"/>
      <w:bookmarkStart w:id="5" w:name="_Toc273800169"/>
      <w:r>
        <w:t>Ámbito del sistema</w:t>
      </w:r>
      <w:bookmarkEnd w:id="4"/>
      <w:bookmarkEnd w:id="5"/>
    </w:p>
    <w:p w:rsidR="00E31F0E" w:rsidRDefault="00E31F0E">
      <w:pPr>
        <w:pStyle w:val="Ttulo3"/>
        <w:tabs>
          <w:tab w:val="clear" w:pos="720"/>
        </w:tabs>
        <w:ind w:left="600" w:hanging="600"/>
      </w:pPr>
      <w:bookmarkStart w:id="6" w:name="_Toc201663961"/>
      <w:bookmarkStart w:id="7" w:name="_Toc273800170"/>
      <w:r>
        <w:t>Nombre del proyecto</w:t>
      </w:r>
      <w:bookmarkEnd w:id="6"/>
      <w:bookmarkEnd w:id="7"/>
    </w:p>
    <w:p w:rsidR="00E31F0E" w:rsidRDefault="00E31F0E">
      <w:pPr>
        <w:rPr>
          <w:rFonts w:cs="Arial"/>
        </w:rPr>
      </w:pPr>
    </w:p>
    <w:p w:rsidR="00E31F0E" w:rsidRDefault="00E31F0E">
      <w:pPr>
        <w:rPr>
          <w:rFonts w:cs="Arial"/>
          <w:b/>
        </w:rPr>
      </w:pPr>
      <w:r>
        <w:rPr>
          <w:rFonts w:cs="Arial"/>
        </w:rPr>
        <w:t xml:space="preserve">El nombre del proyecto es </w:t>
      </w:r>
      <w:r w:rsidR="00430EE6">
        <w:rPr>
          <w:rFonts w:cs="Arial"/>
          <w:b/>
        </w:rPr>
        <w:t>XXXXXX</w:t>
      </w:r>
    </w:p>
    <w:p w:rsidR="00A0797E" w:rsidRDefault="00A0797E">
      <w:pPr>
        <w:rPr>
          <w:rFonts w:cs="Arial"/>
          <w:b/>
        </w:rPr>
      </w:pPr>
    </w:p>
    <w:p w:rsidR="00A0797E" w:rsidRDefault="00A0797E">
      <w:pPr>
        <w:rPr>
          <w:rFonts w:cs="Arial"/>
        </w:rPr>
      </w:pPr>
    </w:p>
    <w:p w:rsidR="00E31F0E" w:rsidRDefault="00E31F0E">
      <w:pPr>
        <w:pStyle w:val="Ttulo3"/>
        <w:tabs>
          <w:tab w:val="clear" w:pos="720"/>
          <w:tab w:val="num" w:pos="600"/>
        </w:tabs>
        <w:ind w:left="600" w:hanging="600"/>
      </w:pPr>
      <w:bookmarkStart w:id="8" w:name="_Toc201663962"/>
      <w:bookmarkStart w:id="9" w:name="_Toc273800171"/>
      <w:r>
        <w:t>Objetivo</w:t>
      </w:r>
      <w:bookmarkEnd w:id="8"/>
      <w:bookmarkEnd w:id="9"/>
    </w:p>
    <w:p w:rsidR="00E31F0E" w:rsidRDefault="00E31F0E">
      <w:pPr>
        <w:rPr>
          <w:rFonts w:cs="Arial"/>
        </w:rPr>
      </w:pPr>
    </w:p>
    <w:p w:rsidR="00E31F0E" w:rsidRDefault="00430EE6">
      <w:pPr>
        <w:rPr>
          <w:rFonts w:cs="Arial"/>
        </w:rPr>
      </w:pPr>
      <w:r>
        <w:t>Objetivo del proyecto</w:t>
      </w:r>
    </w:p>
    <w:p w:rsidR="00E31F0E" w:rsidRDefault="00E31F0E">
      <w:pPr>
        <w:pStyle w:val="Ttulo3"/>
        <w:tabs>
          <w:tab w:val="clear" w:pos="720"/>
          <w:tab w:val="num" w:pos="960"/>
        </w:tabs>
        <w:ind w:left="600" w:hanging="600"/>
      </w:pPr>
      <w:bookmarkStart w:id="10" w:name="_Toc201663963"/>
      <w:bookmarkStart w:id="11" w:name="_Toc273800172"/>
      <w:r>
        <w:t>Funcionalidad general</w:t>
      </w:r>
      <w:bookmarkEnd w:id="10"/>
      <w:bookmarkEnd w:id="11"/>
    </w:p>
    <w:p w:rsidR="00E31F0E" w:rsidRDefault="00E31F0E">
      <w:pPr>
        <w:rPr>
          <w:rFonts w:cs="Arial"/>
        </w:rPr>
      </w:pPr>
    </w:p>
    <w:p w:rsidR="00E31F0E" w:rsidRDefault="00430EE6">
      <w:pPr>
        <w:rPr>
          <w:rFonts w:cs="Arial"/>
        </w:rPr>
      </w:pPr>
      <w:r>
        <w:rPr>
          <w:rFonts w:cs="Arial"/>
        </w:rPr>
        <w:t>Incluir aquí un</w:t>
      </w:r>
      <w:r w:rsidR="00E31F0E">
        <w:rPr>
          <w:rFonts w:cs="Arial"/>
        </w:rPr>
        <w:t xml:space="preserve"> esquema general del flujo de acciones implicadas en el proceso </w:t>
      </w:r>
      <w:r>
        <w:rPr>
          <w:rFonts w:cs="Arial"/>
        </w:rPr>
        <w:t>a desarrollar.</w:t>
      </w:r>
      <w:r w:rsidR="00E31F0E">
        <w:rPr>
          <w:rFonts w:cs="Arial"/>
        </w:rPr>
        <w:t xml:space="preserve"> </w:t>
      </w:r>
    </w:p>
    <w:p w:rsidR="00E31F0E" w:rsidRDefault="00E31F0E">
      <w:pPr>
        <w:tabs>
          <w:tab w:val="left" w:pos="622"/>
        </w:tabs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ab/>
      </w:r>
    </w:p>
    <w:p w:rsidR="00E31F0E" w:rsidRDefault="00E31F0E">
      <w:pPr>
        <w:jc w:val="center"/>
        <w:rPr>
          <w:rFonts w:cs="Arial"/>
        </w:rPr>
      </w:pPr>
    </w:p>
    <w:p w:rsidR="00E31F0E" w:rsidRDefault="00E31F0E">
      <w:pPr>
        <w:jc w:val="center"/>
        <w:rPr>
          <w:rFonts w:cs="Arial"/>
        </w:rPr>
      </w:pPr>
    </w:p>
    <w:p w:rsidR="00E31F0E" w:rsidRDefault="00E31F0E">
      <w:pPr>
        <w:jc w:val="center"/>
        <w:rPr>
          <w:rFonts w:cs="Arial"/>
        </w:rPr>
      </w:pPr>
      <w:r>
        <w:rPr>
          <w:rFonts w:cs="Arial"/>
        </w:rPr>
        <w:t xml:space="preserve">Figura 1. Flujo General del Procedimiento </w:t>
      </w:r>
      <w:r w:rsidR="00430EE6">
        <w:rPr>
          <w:rFonts w:cs="Arial"/>
        </w:rPr>
        <w:t>XXXX</w:t>
      </w:r>
    </w:p>
    <w:p w:rsidR="00E31F0E" w:rsidRDefault="00E31F0E">
      <w:pPr>
        <w:rPr>
          <w:rFonts w:cs="Arial"/>
        </w:rPr>
      </w:pPr>
    </w:p>
    <w:p w:rsidR="00E31F0E" w:rsidRDefault="00E31F0E" w:rsidP="00430EE6">
      <w:pPr>
        <w:rPr>
          <w:rFonts w:cs="Arial"/>
        </w:rPr>
      </w:pPr>
      <w:r>
        <w:rPr>
          <w:rFonts w:cs="Arial"/>
          <w:szCs w:val="22"/>
        </w:rPr>
        <w:br w:type="page"/>
      </w:r>
    </w:p>
    <w:p w:rsidR="00E31F0E" w:rsidRDefault="00E31F0E">
      <w:pPr>
        <w:rPr>
          <w:rFonts w:cs="Arial"/>
        </w:rPr>
      </w:pPr>
    </w:p>
    <w:p w:rsidR="00E31F0E" w:rsidRDefault="00E31F0E">
      <w:pPr>
        <w:pStyle w:val="Ttulo2"/>
      </w:pPr>
      <w:bookmarkStart w:id="12" w:name="_Toc201663964"/>
      <w:bookmarkStart w:id="13" w:name="_Toc273800173"/>
      <w:r>
        <w:t>Definiciones acrónimos y abreviaturas</w:t>
      </w:r>
      <w:bookmarkEnd w:id="12"/>
      <w:bookmarkEnd w:id="13"/>
      <w:r>
        <w:t xml:space="preserve"> </w:t>
      </w:r>
    </w:p>
    <w:p w:rsidR="00E31F0E" w:rsidRDefault="00E31F0E">
      <w:pPr>
        <w:rPr>
          <w:rFonts w:cs="Arial"/>
        </w:rPr>
      </w:pPr>
    </w:p>
    <w:p w:rsidR="00E31F0E" w:rsidRDefault="00E31F0E">
      <w:pPr>
        <w:tabs>
          <w:tab w:val="left" w:pos="5160"/>
        </w:tabs>
        <w:rPr>
          <w:rFonts w:cs="Arial"/>
        </w:rPr>
      </w:pPr>
      <w:r>
        <w:rPr>
          <w:rFonts w:cs="Arial"/>
        </w:rPr>
        <w:t xml:space="preserve">A continuación se presenta un listado de términos, utilizados </w:t>
      </w:r>
      <w:r w:rsidR="00922F43">
        <w:rPr>
          <w:rFonts w:cs="Arial"/>
        </w:rPr>
        <w:t xml:space="preserve">en el </w:t>
      </w:r>
      <w:r>
        <w:rPr>
          <w:rFonts w:cs="Arial"/>
        </w:rPr>
        <w:t xml:space="preserve"> documento de especificación de requisitos y que conviene </w:t>
      </w:r>
      <w:r w:rsidR="00922F43">
        <w:rPr>
          <w:rFonts w:cs="Arial"/>
        </w:rPr>
        <w:t>puntualizar</w:t>
      </w:r>
      <w:r>
        <w:rPr>
          <w:rFonts w:cs="Arial"/>
        </w:rPr>
        <w:t xml:space="preserve"> con el fin de lograr una correcta interpretación y uso del mismo.</w:t>
      </w:r>
    </w:p>
    <w:p w:rsidR="00E31F0E" w:rsidRDefault="00E31F0E">
      <w:pPr>
        <w:tabs>
          <w:tab w:val="left" w:pos="3721"/>
        </w:tabs>
        <w:rPr>
          <w:rFonts w:cs="Arial"/>
        </w:rPr>
      </w:pPr>
      <w:r>
        <w:rPr>
          <w:rFonts w:cs="Arial"/>
        </w:rPr>
        <w:tab/>
      </w:r>
    </w:p>
    <w:p w:rsidR="00E31F0E" w:rsidRDefault="00E31F0E">
      <w:pPr>
        <w:pStyle w:val="Ttulo2"/>
        <w:rPr>
          <w:lang w:val="en-US"/>
        </w:rPr>
      </w:pPr>
      <w:bookmarkStart w:id="14" w:name="_Toc201663965"/>
      <w:bookmarkStart w:id="15" w:name="_Toc273800174"/>
      <w:r>
        <w:rPr>
          <w:lang w:val="en-US"/>
        </w:rPr>
        <w:t>Referencias</w:t>
      </w:r>
      <w:bookmarkEnd w:id="14"/>
      <w:bookmarkEnd w:id="15"/>
    </w:p>
    <w:p w:rsidR="00E31F0E" w:rsidRDefault="00E31F0E">
      <w:pPr>
        <w:rPr>
          <w:rFonts w:cs="Arial"/>
          <w:lang w:val="en-US"/>
        </w:rPr>
      </w:pPr>
    </w:p>
    <w:p w:rsidR="00430EE6" w:rsidRPr="00E21D8E" w:rsidRDefault="00430EE6">
      <w:pPr>
        <w:rPr>
          <w:rFonts w:cs="Arial"/>
        </w:rPr>
      </w:pPr>
      <w:r w:rsidRPr="00E21D8E">
        <w:rPr>
          <w:rFonts w:cs="Arial"/>
        </w:rPr>
        <w:t xml:space="preserve">Relacionar aqui </w:t>
      </w:r>
      <w:r w:rsidR="00185CF1" w:rsidRPr="00E21D8E">
        <w:rPr>
          <w:rFonts w:cs="Arial"/>
        </w:rPr>
        <w:t xml:space="preserve">normativa, leyes, </w:t>
      </w:r>
      <w:r w:rsidR="00DB6488" w:rsidRPr="00E21D8E">
        <w:rPr>
          <w:rFonts w:cs="Arial"/>
        </w:rPr>
        <w:t xml:space="preserve"> estandares que se deben cumplir en el desarrollo del proyecto</w:t>
      </w:r>
    </w:p>
    <w:p w:rsidR="00430EE6" w:rsidRPr="00E21D8E" w:rsidRDefault="00430EE6">
      <w:pPr>
        <w:rPr>
          <w:rFonts w:cs="Arial"/>
        </w:rPr>
      </w:pPr>
    </w:p>
    <w:p w:rsidR="001E0FBA" w:rsidRDefault="001E0FBA">
      <w:pPr>
        <w:rPr>
          <w:rFonts w:cs="Arial"/>
        </w:rPr>
      </w:pPr>
    </w:p>
    <w:p w:rsidR="00E31F0E" w:rsidRDefault="00E31F0E">
      <w:pPr>
        <w:pStyle w:val="Ttulo1"/>
      </w:pPr>
      <w:bookmarkStart w:id="16" w:name="_Toc201663967"/>
      <w:bookmarkStart w:id="17" w:name="_Toc273800175"/>
      <w:r>
        <w:t>DESCRIPCIÓN GENERAL</w:t>
      </w:r>
      <w:bookmarkEnd w:id="16"/>
      <w:bookmarkEnd w:id="17"/>
    </w:p>
    <w:p w:rsidR="00E31F0E" w:rsidRDefault="00E31F0E">
      <w:pPr>
        <w:pStyle w:val="Encabezado"/>
        <w:tabs>
          <w:tab w:val="clear" w:pos="4419"/>
          <w:tab w:val="clear" w:pos="8838"/>
        </w:tabs>
        <w:rPr>
          <w:rFonts w:cs="Arial"/>
        </w:rPr>
      </w:pPr>
    </w:p>
    <w:p w:rsidR="00E31F0E" w:rsidRDefault="00E31F0E">
      <w:pPr>
        <w:pStyle w:val="Encabezado"/>
        <w:rPr>
          <w:rFonts w:cs="Arial"/>
        </w:rPr>
      </w:pPr>
      <w:r>
        <w:rPr>
          <w:rFonts w:cs="Arial"/>
        </w:rPr>
        <w:t xml:space="preserve">Esta sección presenta una descripción general del </w:t>
      </w:r>
      <w:r w:rsidR="00922F43">
        <w:rPr>
          <w:rFonts w:cs="Arial"/>
        </w:rPr>
        <w:t xml:space="preserve">PROYECTO XXX </w:t>
      </w:r>
      <w:r>
        <w:rPr>
          <w:rFonts w:cs="Arial"/>
        </w:rPr>
        <w:t xml:space="preserve"> con el fin de identificar las funciones que debe soportar, los datos asociados, las restricciones impuestas y cualquier otro factor que pueda influir en la construcción del mismo. </w:t>
      </w:r>
    </w:p>
    <w:p w:rsidR="00E31F0E" w:rsidRDefault="00E31F0E">
      <w:pPr>
        <w:pStyle w:val="Encabezado"/>
        <w:tabs>
          <w:tab w:val="clear" w:pos="4419"/>
          <w:tab w:val="clear" w:pos="8838"/>
        </w:tabs>
        <w:rPr>
          <w:rFonts w:cs="Arial"/>
        </w:rPr>
      </w:pPr>
    </w:p>
    <w:p w:rsidR="00E31F0E" w:rsidRDefault="00E31F0E">
      <w:pPr>
        <w:pStyle w:val="Ttulo2"/>
      </w:pPr>
      <w:bookmarkStart w:id="18" w:name="_Toc201663968"/>
      <w:bookmarkStart w:id="19" w:name="_Toc273800176"/>
      <w:r>
        <w:t>Perspectiva del proyecto</w:t>
      </w:r>
      <w:bookmarkEnd w:id="18"/>
      <w:bookmarkEnd w:id="19"/>
    </w:p>
    <w:p w:rsidR="00E31F0E" w:rsidRDefault="00E31F0E">
      <w:pPr>
        <w:pStyle w:val="Encabezado"/>
        <w:tabs>
          <w:tab w:val="clear" w:pos="4419"/>
          <w:tab w:val="clear" w:pos="8838"/>
        </w:tabs>
        <w:rPr>
          <w:rFonts w:cs="Arial"/>
          <w:iCs/>
          <w:szCs w:val="28"/>
        </w:rPr>
      </w:pPr>
    </w:p>
    <w:p w:rsidR="00E31F0E" w:rsidRDefault="00922F43">
      <w:r>
        <w:t>En palabras generales describir el proceso que se va a  imple</w:t>
      </w:r>
      <w:r w:rsidR="002550D2">
        <w:t>me</w:t>
      </w:r>
      <w:r>
        <w:t>ntar.</w:t>
      </w:r>
    </w:p>
    <w:p w:rsidR="00922F43" w:rsidRDefault="00922F43"/>
    <w:p w:rsidR="00E31F0E" w:rsidRDefault="00E31F0E">
      <w:pPr>
        <w:pStyle w:val="Ttulo2"/>
      </w:pPr>
      <w:bookmarkStart w:id="20" w:name="_Toc201663969"/>
      <w:bookmarkStart w:id="21" w:name="_Toc273800177"/>
      <w:r>
        <w:t>Funciones del proyecto</w:t>
      </w:r>
      <w:bookmarkEnd w:id="20"/>
      <w:bookmarkEnd w:id="21"/>
    </w:p>
    <w:p w:rsidR="00E31F0E" w:rsidRDefault="00E31F0E">
      <w:pPr>
        <w:pStyle w:val="Encabezado"/>
        <w:tabs>
          <w:tab w:val="clear" w:pos="4419"/>
          <w:tab w:val="clear" w:pos="8838"/>
        </w:tabs>
        <w:rPr>
          <w:rFonts w:cs="Arial"/>
          <w:iCs/>
          <w:szCs w:val="28"/>
        </w:rPr>
      </w:pPr>
    </w:p>
    <w:p w:rsidR="00E31F0E" w:rsidRDefault="001C3707">
      <w:pPr>
        <w:pStyle w:val="Encabezado"/>
        <w:tabs>
          <w:tab w:val="clear" w:pos="4419"/>
          <w:tab w:val="clear" w:pos="8838"/>
        </w:tabs>
        <w:rPr>
          <w:rFonts w:cs="Arial"/>
          <w:iCs/>
          <w:szCs w:val="28"/>
        </w:rPr>
      </w:pPr>
      <w:r>
        <w:rPr>
          <w:rFonts w:cs="Arial"/>
          <w:iCs/>
          <w:szCs w:val="28"/>
        </w:rPr>
        <w:t xml:space="preserve">Identificar aquí los componentes generales del proyecto o módulos que lo componen y de </w:t>
      </w:r>
      <w:r w:rsidR="00E31F0E">
        <w:rPr>
          <w:rFonts w:cs="Arial"/>
          <w:iCs/>
          <w:szCs w:val="28"/>
        </w:rPr>
        <w:t>entro de cada componente se encuentra un determinado número de requisitos del sistema que dan cumplimiento a las peticiones, deseos o requerimientos del cliente para garantizar la funcionalidad del modulo de tutelas.</w:t>
      </w:r>
    </w:p>
    <w:p w:rsidR="00E31F0E" w:rsidRDefault="00E31F0E">
      <w:pPr>
        <w:pStyle w:val="Ttulo2"/>
        <w:numPr>
          <w:ilvl w:val="0"/>
          <w:numId w:val="0"/>
        </w:numPr>
        <w:rPr>
          <w:b w:val="0"/>
          <w:bCs w:val="0"/>
          <w:iCs w:val="0"/>
          <w:szCs w:val="20"/>
        </w:rPr>
      </w:pPr>
    </w:p>
    <w:p w:rsidR="00E31F0E" w:rsidRDefault="00E31F0E">
      <w:pPr>
        <w:numPr>
          <w:ilvl w:val="0"/>
          <w:numId w:val="22"/>
        </w:numPr>
      </w:pPr>
      <w:r>
        <w:rPr>
          <w:b/>
        </w:rPr>
        <w:t xml:space="preserve">Componente </w:t>
      </w:r>
      <w:r w:rsidR="001C3707">
        <w:rPr>
          <w:b/>
        </w:rPr>
        <w:t>1</w:t>
      </w:r>
      <w:r>
        <w:t>: Es el encargado de</w:t>
      </w:r>
      <w:r w:rsidR="001C3707">
        <w:t xml:space="preserve"> …</w:t>
      </w:r>
      <w:r>
        <w:t>.</w:t>
      </w:r>
    </w:p>
    <w:p w:rsidR="001C3707" w:rsidRDefault="001C3707" w:rsidP="001C3707">
      <w:pPr>
        <w:numPr>
          <w:ilvl w:val="0"/>
          <w:numId w:val="22"/>
        </w:numPr>
      </w:pPr>
      <w:r>
        <w:rPr>
          <w:b/>
        </w:rPr>
        <w:t>Componente 2</w:t>
      </w:r>
      <w:r>
        <w:t>: Es el encargado de ….</w:t>
      </w:r>
    </w:p>
    <w:p w:rsidR="001C3707" w:rsidRDefault="001C3707" w:rsidP="001C3707">
      <w:pPr>
        <w:numPr>
          <w:ilvl w:val="0"/>
          <w:numId w:val="22"/>
        </w:numPr>
      </w:pPr>
    </w:p>
    <w:p w:rsidR="001C3707" w:rsidRDefault="001C3707" w:rsidP="001C3707">
      <w:pPr>
        <w:numPr>
          <w:ilvl w:val="0"/>
          <w:numId w:val="22"/>
        </w:numPr>
      </w:pPr>
      <w:r w:rsidRPr="00E213A7">
        <w:rPr>
          <w:b/>
        </w:rPr>
        <w:t>Componente n</w:t>
      </w:r>
      <w:r>
        <w:t>: Es el encargado de ….</w:t>
      </w:r>
    </w:p>
    <w:p w:rsidR="001E0FBA" w:rsidRDefault="001E0FBA"/>
    <w:p w:rsidR="001E0FBA" w:rsidRDefault="001E0FBA"/>
    <w:p w:rsidR="00E31F0E" w:rsidRDefault="00E31F0E">
      <w:pPr>
        <w:pStyle w:val="Ttulo2"/>
      </w:pPr>
      <w:bookmarkStart w:id="22" w:name="_Toc201663970"/>
      <w:bookmarkStart w:id="23" w:name="_Toc273800178"/>
      <w:r>
        <w:t>Características de los usuarios</w:t>
      </w:r>
      <w:bookmarkEnd w:id="22"/>
      <w:bookmarkEnd w:id="23"/>
    </w:p>
    <w:p w:rsidR="00E31F0E" w:rsidRDefault="001C3707" w:rsidP="001C3707">
      <w:pPr>
        <w:rPr>
          <w:rFonts w:cs="Arial"/>
        </w:rPr>
      </w:pPr>
      <w:r>
        <w:t>Identificar aquí los actores, perfiles o usuarios que van a tener contacto con el SW desarrollado y detallar las competencias de cada uno.</w:t>
      </w:r>
    </w:p>
    <w:p w:rsidR="00E31F0E" w:rsidRDefault="00E31F0E">
      <w:pPr>
        <w:rPr>
          <w:rFonts w:cs="Arial"/>
          <w:szCs w:val="20"/>
        </w:rPr>
      </w:pPr>
    </w:p>
    <w:p w:rsidR="00E31F0E" w:rsidRDefault="00E31F0E">
      <w:pPr>
        <w:rPr>
          <w:rFonts w:cs="Arial"/>
          <w:szCs w:val="20"/>
        </w:rPr>
      </w:pPr>
    </w:p>
    <w:tbl>
      <w:tblPr>
        <w:tblW w:w="4705" w:type="pct"/>
        <w:jc w:val="center"/>
        <w:tblInd w:w="-1782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CellMar>
          <w:left w:w="70" w:type="dxa"/>
          <w:right w:w="70" w:type="dxa"/>
        </w:tblCellMar>
        <w:tblLook w:val="00B7"/>
      </w:tblPr>
      <w:tblGrid>
        <w:gridCol w:w="3438"/>
        <w:gridCol w:w="5010"/>
      </w:tblGrid>
      <w:tr w:rsidR="00E31F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35" w:type="pct"/>
            <w:shd w:val="solid" w:color="000000" w:fill="FFFFFF"/>
          </w:tcPr>
          <w:p w:rsidR="00E31F0E" w:rsidRDefault="00E31F0E">
            <w:pPr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Actores (Usuario</w:t>
            </w:r>
            <w:r w:rsidR="001C3707">
              <w:rPr>
                <w:rFonts w:cs="Arial"/>
                <w:b/>
                <w:bCs/>
                <w:color w:val="FFFFFF"/>
                <w:szCs w:val="20"/>
              </w:rPr>
              <w:t>s</w:t>
            </w:r>
            <w:r>
              <w:rPr>
                <w:rFonts w:cs="Arial"/>
                <w:b/>
                <w:bCs/>
                <w:color w:val="FFFFFF"/>
                <w:szCs w:val="20"/>
              </w:rPr>
              <w:t>)</w:t>
            </w:r>
          </w:p>
        </w:tc>
        <w:tc>
          <w:tcPr>
            <w:tcW w:w="2965" w:type="pct"/>
            <w:shd w:val="solid" w:color="000000" w:fill="FFFFFF"/>
          </w:tcPr>
          <w:p w:rsidR="00E31F0E" w:rsidRDefault="00E31F0E">
            <w:pPr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Características</w:t>
            </w:r>
          </w:p>
        </w:tc>
      </w:tr>
      <w:tr w:rsidR="00E31F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35" w:type="pct"/>
          </w:tcPr>
          <w:p w:rsidR="00E31F0E" w:rsidRDefault="00E31F0E">
            <w:pPr>
              <w:rPr>
                <w:rFonts w:cs="Arial"/>
                <w:szCs w:val="20"/>
              </w:rPr>
            </w:pPr>
          </w:p>
        </w:tc>
        <w:tc>
          <w:tcPr>
            <w:tcW w:w="2965" w:type="pct"/>
          </w:tcPr>
          <w:p w:rsidR="00E31F0E" w:rsidRDefault="00E31F0E">
            <w:pPr>
              <w:rPr>
                <w:rFonts w:cs="Arial"/>
                <w:szCs w:val="20"/>
              </w:rPr>
            </w:pPr>
          </w:p>
        </w:tc>
      </w:tr>
      <w:tr w:rsidR="00E31F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35" w:type="pct"/>
          </w:tcPr>
          <w:p w:rsidR="00E31F0E" w:rsidRDefault="00E31F0E">
            <w:pPr>
              <w:rPr>
                <w:rFonts w:cs="Arial"/>
                <w:szCs w:val="20"/>
              </w:rPr>
            </w:pPr>
          </w:p>
        </w:tc>
        <w:tc>
          <w:tcPr>
            <w:tcW w:w="2965" w:type="pct"/>
          </w:tcPr>
          <w:p w:rsidR="00E31F0E" w:rsidRDefault="00E31F0E">
            <w:pPr>
              <w:rPr>
                <w:rFonts w:cs="Arial"/>
                <w:szCs w:val="20"/>
              </w:rPr>
            </w:pPr>
          </w:p>
        </w:tc>
      </w:tr>
      <w:tr w:rsidR="00E31F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35" w:type="pct"/>
          </w:tcPr>
          <w:p w:rsidR="00E31F0E" w:rsidRDefault="00E31F0E">
            <w:pPr>
              <w:rPr>
                <w:rFonts w:cs="Arial"/>
                <w:szCs w:val="20"/>
              </w:rPr>
            </w:pPr>
          </w:p>
        </w:tc>
        <w:tc>
          <w:tcPr>
            <w:tcW w:w="2965" w:type="pct"/>
          </w:tcPr>
          <w:p w:rsidR="00E31F0E" w:rsidRDefault="00E31F0E">
            <w:pPr>
              <w:rPr>
                <w:rFonts w:cs="Arial"/>
                <w:szCs w:val="20"/>
              </w:rPr>
            </w:pPr>
          </w:p>
        </w:tc>
      </w:tr>
      <w:tr w:rsidR="00E31F0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35" w:type="pct"/>
          </w:tcPr>
          <w:p w:rsidR="00E31F0E" w:rsidRDefault="00E31F0E">
            <w:pPr>
              <w:rPr>
                <w:rFonts w:cs="Arial"/>
                <w:szCs w:val="20"/>
              </w:rPr>
            </w:pPr>
          </w:p>
        </w:tc>
        <w:tc>
          <w:tcPr>
            <w:tcW w:w="2965" w:type="pct"/>
          </w:tcPr>
          <w:p w:rsidR="00E31F0E" w:rsidRDefault="00E31F0E">
            <w:pPr>
              <w:rPr>
                <w:rFonts w:cs="Arial"/>
                <w:szCs w:val="20"/>
              </w:rPr>
            </w:pPr>
          </w:p>
        </w:tc>
      </w:tr>
    </w:tbl>
    <w:p w:rsidR="00E31F0E" w:rsidRDefault="001C3707">
      <w:pPr>
        <w:rPr>
          <w:rFonts w:cs="Arial"/>
          <w:szCs w:val="20"/>
        </w:rPr>
      </w:pPr>
      <w:r>
        <w:rPr>
          <w:rFonts w:cs="Arial"/>
          <w:szCs w:val="20"/>
        </w:rPr>
        <w:t>Numerar esta tabla</w:t>
      </w:r>
    </w:p>
    <w:p w:rsidR="00E31F0E" w:rsidRDefault="00E31F0E">
      <w:pPr>
        <w:rPr>
          <w:rFonts w:cs="Arial"/>
          <w:szCs w:val="20"/>
        </w:rPr>
      </w:pPr>
    </w:p>
    <w:p w:rsidR="00E31F0E" w:rsidRDefault="00E213A7">
      <w:pPr>
        <w:pStyle w:val="Ttulo2"/>
      </w:pPr>
      <w:bookmarkStart w:id="24" w:name="_Toc273800179"/>
      <w:r>
        <w:t>PLATAFORMA</w:t>
      </w:r>
      <w:bookmarkEnd w:id="24"/>
    </w:p>
    <w:p w:rsidR="00E31F0E" w:rsidRDefault="00E31F0E">
      <w:pPr>
        <w:rPr>
          <w:rFonts w:cs="Arial"/>
        </w:rPr>
      </w:pPr>
    </w:p>
    <w:p w:rsidR="00E213A7" w:rsidRDefault="00E31F0E" w:rsidP="00E213A7">
      <w:pPr>
        <w:rPr>
          <w:rFonts w:cs="Arial"/>
          <w:szCs w:val="22"/>
          <w:lang w:val="es-CO"/>
        </w:rPr>
      </w:pPr>
      <w:r>
        <w:rPr>
          <w:rFonts w:cs="Arial"/>
          <w:szCs w:val="22"/>
          <w:lang w:val="es-CO"/>
        </w:rPr>
        <w:t>Est</w:t>
      </w:r>
      <w:r w:rsidR="00E213A7">
        <w:rPr>
          <w:rFonts w:cs="Arial"/>
          <w:szCs w:val="22"/>
          <w:lang w:val="es-CO"/>
        </w:rPr>
        <w:t xml:space="preserve">e apartado  </w:t>
      </w:r>
      <w:r>
        <w:rPr>
          <w:rFonts w:cs="Arial"/>
          <w:szCs w:val="22"/>
          <w:lang w:val="es-CO"/>
        </w:rPr>
        <w:t>describe</w:t>
      </w:r>
      <w:r w:rsidR="00E213A7">
        <w:rPr>
          <w:rFonts w:cs="Arial"/>
          <w:szCs w:val="22"/>
          <w:lang w:val="es-CO"/>
        </w:rPr>
        <w:t xml:space="preserve"> la plataforma tanto en HW como en  SW</w:t>
      </w:r>
      <w:bookmarkStart w:id="25" w:name="_Toc201663972"/>
      <w:r w:rsidR="00E213A7">
        <w:rPr>
          <w:rFonts w:cs="Arial"/>
          <w:szCs w:val="22"/>
          <w:lang w:val="es-CO"/>
        </w:rPr>
        <w:t>,  y el enlace con otras aplicaciones o módulos cuando se presente el caso.</w:t>
      </w:r>
    </w:p>
    <w:p w:rsidR="00E31F0E" w:rsidRDefault="00E213A7">
      <w:pPr>
        <w:pStyle w:val="Ttulo3"/>
        <w:tabs>
          <w:tab w:val="clear" w:pos="720"/>
          <w:tab w:val="num" w:pos="840"/>
        </w:tabs>
        <w:ind w:left="600" w:hanging="600"/>
      </w:pPr>
      <w:bookmarkStart w:id="26" w:name="_Toc201663973"/>
      <w:bookmarkStart w:id="27" w:name="_Toc273800180"/>
      <w:bookmarkEnd w:id="25"/>
      <w:r>
        <w:t>S</w:t>
      </w:r>
      <w:r w:rsidR="00E31F0E">
        <w:t>oftware</w:t>
      </w:r>
      <w:bookmarkEnd w:id="26"/>
      <w:bookmarkEnd w:id="27"/>
    </w:p>
    <w:p w:rsidR="00E31F0E" w:rsidRDefault="00E213A7">
      <w:pPr>
        <w:pStyle w:val="Ttulo3"/>
        <w:tabs>
          <w:tab w:val="clear" w:pos="720"/>
          <w:tab w:val="num" w:pos="840"/>
        </w:tabs>
        <w:ind w:left="600" w:hanging="600"/>
      </w:pPr>
      <w:bookmarkStart w:id="28" w:name="_Toc201663975"/>
      <w:bookmarkStart w:id="29" w:name="_Toc273800181"/>
      <w:r>
        <w:t>H</w:t>
      </w:r>
      <w:r w:rsidR="00E31F0E">
        <w:t>ardware</w:t>
      </w:r>
      <w:bookmarkEnd w:id="28"/>
      <w:bookmarkEnd w:id="29"/>
    </w:p>
    <w:p w:rsidR="00E31F0E" w:rsidRDefault="00E31F0E">
      <w:pPr>
        <w:pStyle w:val="Ttulo3"/>
        <w:tabs>
          <w:tab w:val="clear" w:pos="720"/>
          <w:tab w:val="num" w:pos="840"/>
        </w:tabs>
        <w:ind w:left="600" w:hanging="600"/>
      </w:pPr>
      <w:bookmarkStart w:id="30" w:name="_Toc201663976"/>
      <w:bookmarkStart w:id="31" w:name="_Toc273800182"/>
      <w:r>
        <w:t>Interfaces con otras aplicaciones</w:t>
      </w:r>
      <w:bookmarkEnd w:id="30"/>
      <w:bookmarkEnd w:id="31"/>
    </w:p>
    <w:p w:rsidR="00E31F0E" w:rsidRDefault="00E213A7">
      <w:pPr>
        <w:rPr>
          <w:rFonts w:cs="Arial"/>
        </w:rPr>
      </w:pPr>
      <w:r>
        <w:rPr>
          <w:rFonts w:cs="Arial"/>
        </w:rPr>
        <w:br w:type="page"/>
      </w:r>
    </w:p>
    <w:p w:rsidR="00E31F0E" w:rsidRDefault="00E31F0E">
      <w:pPr>
        <w:rPr>
          <w:rFonts w:cs="Arial"/>
          <w:szCs w:val="20"/>
        </w:rPr>
      </w:pPr>
    </w:p>
    <w:p w:rsidR="00E31F0E" w:rsidRDefault="00E31F0E">
      <w:pPr>
        <w:pStyle w:val="Ttulo1"/>
      </w:pPr>
      <w:bookmarkStart w:id="32" w:name="_Toc201663984"/>
      <w:bookmarkStart w:id="33" w:name="_Toc273800183"/>
      <w:r>
        <w:t>REQUISITOS ESPECÍFICOS</w:t>
      </w:r>
      <w:bookmarkEnd w:id="32"/>
      <w:bookmarkEnd w:id="33"/>
    </w:p>
    <w:p w:rsidR="00E31F0E" w:rsidRDefault="00E31F0E">
      <w:pPr>
        <w:rPr>
          <w:rFonts w:cs="Arial"/>
        </w:rPr>
      </w:pPr>
    </w:p>
    <w:p w:rsidR="00E31F0E" w:rsidRDefault="00E31F0E" w:rsidP="00364D86">
      <w:pPr>
        <w:rPr>
          <w:rFonts w:cs="Arial"/>
        </w:rPr>
      </w:pPr>
      <w:r>
        <w:rPr>
          <w:rFonts w:cs="Arial"/>
        </w:rPr>
        <w:t xml:space="preserve">La definición y especificación de los requisitos corresponde a una descripción detallada de los </w:t>
      </w:r>
      <w:r w:rsidR="00364D86">
        <w:rPr>
          <w:rFonts w:cs="Arial"/>
        </w:rPr>
        <w:t xml:space="preserve">requerimientos establecidos por el usuario final. </w:t>
      </w:r>
    </w:p>
    <w:p w:rsidR="00E31F0E" w:rsidRDefault="00E31F0E">
      <w:pPr>
        <w:rPr>
          <w:rFonts w:cs="Arial"/>
        </w:rPr>
      </w:pPr>
    </w:p>
    <w:p w:rsidR="00E31F0E" w:rsidRDefault="00E31F0E" w:rsidP="00364D86">
      <w:pPr>
        <w:pStyle w:val="Ttulo2"/>
      </w:pPr>
      <w:bookmarkStart w:id="34" w:name="_Toc201663985"/>
      <w:bookmarkStart w:id="35" w:name="_Toc273800184"/>
      <w:r>
        <w:t xml:space="preserve">Componente 1 </w:t>
      </w:r>
      <w:bookmarkEnd w:id="34"/>
      <w:r w:rsidR="00364D86">
        <w:t>XX</w:t>
      </w:r>
      <w:bookmarkEnd w:id="35"/>
    </w:p>
    <w:p w:rsidR="00E31F0E" w:rsidRDefault="00E31F0E" w:rsidP="00E6547B">
      <w:r>
        <w:t>Este componente es el encargado</w:t>
      </w:r>
      <w:r w:rsidR="003E75D8">
        <w:t xml:space="preserve"> de</w:t>
      </w:r>
      <w:r>
        <w:t xml:space="preserve"> </w:t>
      </w:r>
      <w:r w:rsidR="00364D86">
        <w:t>…</w:t>
      </w:r>
    </w:p>
    <w:p w:rsidR="00E31F0E" w:rsidRDefault="00E31F0E" w:rsidP="00364D86">
      <w:pPr>
        <w:pStyle w:val="Ttulo3"/>
        <w:ind w:left="1416" w:hanging="1416"/>
      </w:pPr>
      <w:bookmarkStart w:id="36" w:name="_Toc201663986"/>
      <w:bookmarkStart w:id="37" w:name="_Toc273800185"/>
      <w:r>
        <w:t xml:space="preserve">Requisito 1: </w:t>
      </w:r>
      <w:r w:rsidR="00364D86">
        <w:t>XXX</w:t>
      </w:r>
      <w:bookmarkEnd w:id="36"/>
      <w:bookmarkEnd w:id="37"/>
    </w:p>
    <w:p w:rsidR="00364D86" w:rsidRPr="00364D86" w:rsidRDefault="00364D86" w:rsidP="00364D8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0"/>
        <w:gridCol w:w="1975"/>
        <w:gridCol w:w="1002"/>
        <w:gridCol w:w="133"/>
        <w:gridCol w:w="1135"/>
        <w:gridCol w:w="1131"/>
        <w:gridCol w:w="1137"/>
        <w:gridCol w:w="1535"/>
      </w:tblGrid>
      <w:tr w:rsidR="00E31F0E" w:rsidTr="005A2C54">
        <w:tblPrEx>
          <w:tblCellMar>
            <w:top w:w="0" w:type="dxa"/>
            <w:bottom w:w="0" w:type="dxa"/>
          </w:tblCellMar>
        </w:tblPrEx>
        <w:tc>
          <w:tcPr>
            <w:tcW w:w="518" w:type="pct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E31F0E" w:rsidRDefault="00E31F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Código</w:t>
            </w:r>
          </w:p>
        </w:tc>
        <w:tc>
          <w:tcPr>
            <w:tcW w:w="1658" w:type="pct"/>
            <w:gridSpan w:val="2"/>
            <w:shd w:val="clear" w:color="auto" w:fill="CCCCCC"/>
            <w:vAlign w:val="center"/>
          </w:tcPr>
          <w:p w:rsidR="00E31F0E" w:rsidRDefault="00776CCE">
            <w:pPr>
              <w:jc w:val="center"/>
            </w:pPr>
            <w:r>
              <w:t>XXX</w:t>
            </w:r>
          </w:p>
        </w:tc>
        <w:tc>
          <w:tcPr>
            <w:tcW w:w="1336" w:type="pct"/>
            <w:gridSpan w:val="3"/>
            <w:shd w:val="clear" w:color="auto" w:fill="CCCCCC"/>
            <w:vAlign w:val="center"/>
          </w:tcPr>
          <w:p w:rsidR="00E31F0E" w:rsidRDefault="00E31F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del caso de uso</w:t>
            </w:r>
          </w:p>
        </w:tc>
        <w:tc>
          <w:tcPr>
            <w:tcW w:w="1488" w:type="pct"/>
            <w:gridSpan w:val="2"/>
            <w:shd w:val="clear" w:color="auto" w:fill="CCCCCC"/>
            <w:vAlign w:val="center"/>
          </w:tcPr>
          <w:p w:rsidR="00E31F0E" w:rsidRDefault="00776CCE">
            <w:pPr>
              <w:jc w:val="center"/>
            </w:pPr>
            <w:r>
              <w:t>XXX</w:t>
            </w:r>
          </w:p>
        </w:tc>
      </w:tr>
      <w:tr w:rsidR="00E31F0E" w:rsidTr="002178B3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518" w:type="pct"/>
            <w:shd w:val="clear" w:color="auto" w:fill="C0C0C0"/>
            <w:vAlign w:val="center"/>
          </w:tcPr>
          <w:p w:rsidR="00E31F0E" w:rsidRDefault="00E31F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Actor</w:t>
            </w:r>
          </w:p>
        </w:tc>
        <w:tc>
          <w:tcPr>
            <w:tcW w:w="4482" w:type="pct"/>
            <w:gridSpan w:val="7"/>
            <w:vAlign w:val="center"/>
          </w:tcPr>
          <w:p w:rsidR="00E31F0E" w:rsidRDefault="00776CCE" w:rsidP="003E75D8">
            <w:pPr>
              <w:jc w:val="left"/>
            </w:pPr>
            <w:r>
              <w:t xml:space="preserve">De la lista de actores identificar el (los) </w:t>
            </w:r>
            <w:r w:rsidR="003E75D8">
              <w:t xml:space="preserve">responsables </w:t>
            </w:r>
          </w:p>
        </w:tc>
      </w:tr>
      <w:tr w:rsidR="00E31F0E" w:rsidTr="002178B3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5000" w:type="pct"/>
            <w:gridSpan w:val="8"/>
          </w:tcPr>
          <w:p w:rsidR="003E75D8" w:rsidRDefault="003E75D8" w:rsidP="00776CCE">
            <w:pPr>
              <w:rPr>
                <w:b/>
                <w:bCs/>
              </w:rPr>
            </w:pPr>
          </w:p>
          <w:p w:rsidR="00E31F0E" w:rsidRDefault="00E31F0E" w:rsidP="00776CCE">
            <w:pPr>
              <w:rPr>
                <w:bCs/>
              </w:rPr>
            </w:pPr>
            <w:r>
              <w:rPr>
                <w:b/>
                <w:bCs/>
              </w:rPr>
              <w:t xml:space="preserve">Propósito: </w:t>
            </w:r>
            <w:r w:rsidR="00776CCE">
              <w:rPr>
                <w:bCs/>
              </w:rPr>
              <w:t>descripción específica de este requisito</w:t>
            </w:r>
          </w:p>
          <w:p w:rsidR="00776CCE" w:rsidRDefault="00776CCE" w:rsidP="00776CCE">
            <w:pPr>
              <w:rPr>
                <w:b/>
                <w:bCs/>
              </w:rPr>
            </w:pPr>
          </w:p>
        </w:tc>
      </w:tr>
      <w:tr w:rsidR="00E31F0E" w:rsidTr="002178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</w:tcPr>
          <w:p w:rsidR="003E75D8" w:rsidRDefault="003E75D8" w:rsidP="003E75D8">
            <w:pPr>
              <w:rPr>
                <w:b/>
                <w:bCs/>
              </w:rPr>
            </w:pPr>
          </w:p>
          <w:p w:rsidR="00E31F0E" w:rsidRDefault="003E75D8" w:rsidP="003E75D8">
            <w:pPr>
              <w:rPr>
                <w:bCs/>
              </w:rPr>
            </w:pPr>
            <w:r>
              <w:rPr>
                <w:b/>
                <w:bCs/>
              </w:rPr>
              <w:t>Entradas:</w:t>
            </w:r>
            <w:r>
              <w:rPr>
                <w:bCs/>
              </w:rPr>
              <w:t xml:space="preserve"> Documentos de entrada, reportes, archivos, información base del requerimiento.</w:t>
            </w:r>
          </w:p>
          <w:p w:rsidR="003E75D8" w:rsidRDefault="003E75D8" w:rsidP="003E75D8">
            <w:pPr>
              <w:rPr>
                <w:b/>
                <w:bCs/>
              </w:rPr>
            </w:pPr>
          </w:p>
        </w:tc>
      </w:tr>
      <w:tr w:rsidR="002178B3" w:rsidTr="002178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</w:tcPr>
          <w:p w:rsidR="002178B3" w:rsidRDefault="002178B3" w:rsidP="0091206D">
            <w:pPr>
              <w:rPr>
                <w:b/>
                <w:bCs/>
              </w:rPr>
            </w:pPr>
          </w:p>
          <w:p w:rsidR="002178B3" w:rsidRDefault="002178B3" w:rsidP="0091206D">
            <w:pPr>
              <w:rPr>
                <w:bCs/>
              </w:rPr>
            </w:pPr>
            <w:r>
              <w:rPr>
                <w:b/>
                <w:bCs/>
              </w:rPr>
              <w:t xml:space="preserve">Datos: </w:t>
            </w:r>
            <w:r>
              <w:rPr>
                <w:bCs/>
              </w:rPr>
              <w:t xml:space="preserve">Identificar los valores que deben almacenarse / actualizarse / validarse / crearse en el requisito. </w:t>
            </w:r>
          </w:p>
          <w:p w:rsidR="002178B3" w:rsidRDefault="002178B3" w:rsidP="0091206D">
            <w:pPr>
              <w:rPr>
                <w:b/>
                <w:bCs/>
              </w:rPr>
            </w:pPr>
          </w:p>
        </w:tc>
      </w:tr>
      <w:tr w:rsidR="002178B3" w:rsidTr="005A2C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8" w:type="pct"/>
            <w:gridSpan w:val="2"/>
            <w:vAlign w:val="center"/>
          </w:tcPr>
          <w:p w:rsidR="002178B3" w:rsidRDefault="002178B3" w:rsidP="002178B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632" w:type="pct"/>
            <w:gridSpan w:val="2"/>
            <w:vAlign w:val="center"/>
          </w:tcPr>
          <w:p w:rsidR="002178B3" w:rsidRDefault="002178B3" w:rsidP="002178B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Requerido</w:t>
            </w:r>
          </w:p>
          <w:p w:rsidR="002178B3" w:rsidRDefault="002178B3" w:rsidP="002178B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Si / No</w:t>
            </w:r>
          </w:p>
        </w:tc>
        <w:tc>
          <w:tcPr>
            <w:tcW w:w="632" w:type="pct"/>
            <w:vAlign w:val="center"/>
          </w:tcPr>
          <w:p w:rsidR="002178B3" w:rsidRDefault="002178B3" w:rsidP="002178B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Tipo</w:t>
            </w:r>
          </w:p>
        </w:tc>
        <w:tc>
          <w:tcPr>
            <w:tcW w:w="630" w:type="pct"/>
            <w:vAlign w:val="center"/>
          </w:tcPr>
          <w:p w:rsidR="002178B3" w:rsidRDefault="002178B3" w:rsidP="002178B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Longitud</w:t>
            </w:r>
          </w:p>
        </w:tc>
        <w:tc>
          <w:tcPr>
            <w:tcW w:w="633" w:type="pct"/>
            <w:vAlign w:val="center"/>
          </w:tcPr>
          <w:p w:rsidR="002178B3" w:rsidRDefault="002178B3" w:rsidP="002178B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Lista de valores</w:t>
            </w:r>
          </w:p>
        </w:tc>
        <w:tc>
          <w:tcPr>
            <w:tcW w:w="855" w:type="pct"/>
            <w:vAlign w:val="center"/>
          </w:tcPr>
          <w:p w:rsidR="002178B3" w:rsidRDefault="002178B3" w:rsidP="002178B3">
            <w:pPr>
              <w:ind w:left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Valor por </w:t>
            </w:r>
          </w:p>
          <w:p w:rsidR="002178B3" w:rsidRDefault="002178B3" w:rsidP="002178B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Defecto</w:t>
            </w:r>
          </w:p>
        </w:tc>
      </w:tr>
      <w:tr w:rsidR="002178B3" w:rsidTr="005A2C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8" w:type="pct"/>
            <w:gridSpan w:val="2"/>
            <w:vAlign w:val="center"/>
          </w:tcPr>
          <w:p w:rsidR="002178B3" w:rsidRDefault="00F91026" w:rsidP="002178B3">
            <w:pPr>
              <w:rPr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  <w:lang w:val="es-MX"/>
              </w:rPr>
              <w:t>Fecha creación del caso en el sistema</w:t>
            </w:r>
          </w:p>
        </w:tc>
        <w:tc>
          <w:tcPr>
            <w:tcW w:w="632" w:type="pct"/>
            <w:gridSpan w:val="2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632" w:type="pct"/>
            <w:vAlign w:val="center"/>
          </w:tcPr>
          <w:p w:rsidR="002178B3" w:rsidRDefault="00F91026" w:rsidP="002178B3">
            <w:pPr>
              <w:rPr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  <w:lang w:val="en-US"/>
              </w:rPr>
              <w:t>datetime</w:t>
            </w:r>
          </w:p>
        </w:tc>
        <w:tc>
          <w:tcPr>
            <w:tcW w:w="630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633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855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</w:p>
        </w:tc>
      </w:tr>
      <w:tr w:rsidR="002178B3" w:rsidTr="005A2C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8" w:type="pct"/>
            <w:gridSpan w:val="2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  <w:lang w:val="es-MX"/>
              </w:rPr>
              <w:t>Codigo del usuario</w:t>
            </w:r>
          </w:p>
        </w:tc>
        <w:tc>
          <w:tcPr>
            <w:tcW w:w="632" w:type="pct"/>
            <w:gridSpan w:val="2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632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  <w:lang w:val="es-MX"/>
              </w:rPr>
              <w:t>varchar</w:t>
            </w:r>
          </w:p>
        </w:tc>
        <w:tc>
          <w:tcPr>
            <w:tcW w:w="630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  <w:lang w:val="es-MX"/>
              </w:rPr>
              <w:t>40</w:t>
            </w:r>
          </w:p>
        </w:tc>
        <w:tc>
          <w:tcPr>
            <w:tcW w:w="633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855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</w:p>
        </w:tc>
      </w:tr>
      <w:tr w:rsidR="002178B3" w:rsidTr="005A2C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8" w:type="pct"/>
            <w:gridSpan w:val="2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632" w:type="pct"/>
            <w:gridSpan w:val="2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0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3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855" w:type="pct"/>
            <w:vAlign w:val="center"/>
          </w:tcPr>
          <w:p w:rsidR="002178B3" w:rsidRDefault="002178B3" w:rsidP="002178B3">
            <w:pPr>
              <w:rPr>
                <w:sz w:val="16"/>
                <w:szCs w:val="16"/>
                <w:lang w:val="en-US"/>
              </w:rPr>
            </w:pPr>
          </w:p>
        </w:tc>
      </w:tr>
      <w:tr w:rsidR="00F91026" w:rsidTr="005A2C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8" w:type="pct"/>
            <w:gridSpan w:val="2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632" w:type="pct"/>
            <w:gridSpan w:val="2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0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3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855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</w:tr>
      <w:tr w:rsidR="00F91026" w:rsidTr="005A2C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8" w:type="pct"/>
            <w:gridSpan w:val="2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632" w:type="pct"/>
            <w:gridSpan w:val="2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0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3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855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</w:tr>
      <w:tr w:rsidR="00F91026" w:rsidTr="005A2C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18" w:type="pct"/>
            <w:gridSpan w:val="2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s-MX"/>
              </w:rPr>
            </w:pPr>
          </w:p>
        </w:tc>
        <w:tc>
          <w:tcPr>
            <w:tcW w:w="632" w:type="pct"/>
            <w:gridSpan w:val="2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0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33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855" w:type="pct"/>
            <w:vAlign w:val="center"/>
          </w:tcPr>
          <w:p w:rsidR="00F91026" w:rsidRDefault="00F91026" w:rsidP="002178B3">
            <w:pPr>
              <w:rPr>
                <w:sz w:val="16"/>
                <w:szCs w:val="16"/>
                <w:lang w:val="en-US"/>
              </w:rPr>
            </w:pPr>
          </w:p>
        </w:tc>
      </w:tr>
      <w:tr w:rsidR="00E31F0E" w:rsidTr="002178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  <w:shd w:val="clear" w:color="auto" w:fill="CCCCCC"/>
          </w:tcPr>
          <w:p w:rsidR="00E31F0E" w:rsidRDefault="005E18AC">
            <w:pPr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Proceso</w:t>
            </w:r>
            <w:r w:rsidR="00E31F0E">
              <w:rPr>
                <w:b/>
                <w:bCs/>
                <w:lang w:val="es-MX"/>
              </w:rPr>
              <w:t>:</w:t>
            </w:r>
          </w:p>
        </w:tc>
      </w:tr>
      <w:tr w:rsidR="00E31F0E" w:rsidTr="005E18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0D090A" w:rsidRDefault="000D090A">
            <w:pPr>
              <w:rPr>
                <w:szCs w:val="22"/>
              </w:rPr>
            </w:pPr>
          </w:p>
          <w:p w:rsidR="00E31F0E" w:rsidRDefault="000D090A">
            <w:pPr>
              <w:rPr>
                <w:szCs w:val="22"/>
              </w:rPr>
            </w:pPr>
            <w:r>
              <w:rPr>
                <w:szCs w:val="22"/>
              </w:rPr>
              <w:t xml:space="preserve">Detallar </w:t>
            </w:r>
            <w:r w:rsidR="005E18AC">
              <w:rPr>
                <w:szCs w:val="22"/>
              </w:rPr>
              <w:t xml:space="preserve">aquí las validaciones, cálculos, fórmulas, acciones y flujo de </w:t>
            </w:r>
          </w:p>
          <w:p w:rsidR="000D090A" w:rsidRDefault="000D090A">
            <w:pPr>
              <w:rPr>
                <w:szCs w:val="22"/>
              </w:rPr>
            </w:pPr>
          </w:p>
          <w:p w:rsidR="000D090A" w:rsidRDefault="000D090A">
            <w:pPr>
              <w:rPr>
                <w:szCs w:val="22"/>
              </w:rPr>
            </w:pPr>
          </w:p>
        </w:tc>
      </w:tr>
      <w:tr w:rsidR="005E18AC" w:rsidTr="005E18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  <w:shd w:val="pct20" w:color="auto" w:fill="auto"/>
          </w:tcPr>
          <w:p w:rsidR="005E18AC" w:rsidRDefault="005E18AC" w:rsidP="0091206D">
            <w:pPr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Resultados:</w:t>
            </w:r>
          </w:p>
        </w:tc>
      </w:tr>
      <w:tr w:rsidR="004F3DDA" w:rsidTr="002178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8"/>
          </w:tcPr>
          <w:p w:rsidR="005E18AC" w:rsidRDefault="005E18AC" w:rsidP="005E18AC">
            <w:pPr>
              <w:rPr>
                <w:szCs w:val="22"/>
              </w:rPr>
            </w:pPr>
            <w:r>
              <w:rPr>
                <w:szCs w:val="22"/>
              </w:rPr>
              <w:t xml:space="preserve">Detallar aquí lo que ocurrirá al  finalizar la utilización de este requerimiento. Es decir que se debe imprimir, almacenar, actualizar…  </w:t>
            </w:r>
          </w:p>
          <w:p w:rsidR="005E18AC" w:rsidRDefault="005E18AC" w:rsidP="005E18AC">
            <w:pPr>
              <w:rPr>
                <w:szCs w:val="22"/>
              </w:rPr>
            </w:pPr>
          </w:p>
          <w:p w:rsidR="005E18AC" w:rsidRDefault="005E18AC" w:rsidP="005E18AC">
            <w:pPr>
              <w:rPr>
                <w:szCs w:val="22"/>
              </w:rPr>
            </w:pPr>
            <w:r>
              <w:rPr>
                <w:szCs w:val="22"/>
              </w:rPr>
              <w:t>Detallar también lo que debe ocurrir al interrumpir el uso de la opción (abort)</w:t>
            </w:r>
          </w:p>
          <w:p w:rsidR="004F3DDA" w:rsidRDefault="004F3DDA" w:rsidP="0091206D">
            <w:pPr>
              <w:rPr>
                <w:b/>
                <w:bCs/>
                <w:lang w:val="es-MX"/>
              </w:rPr>
            </w:pPr>
          </w:p>
        </w:tc>
      </w:tr>
    </w:tbl>
    <w:p w:rsidR="00E31F0E" w:rsidRDefault="004F3DDA" w:rsidP="004F3DDA">
      <w:r>
        <w:br w:type="page"/>
      </w:r>
    </w:p>
    <w:p w:rsidR="00E31F0E" w:rsidRDefault="00E31F0E">
      <w:pPr>
        <w:pStyle w:val="Ttulo3"/>
      </w:pPr>
      <w:bookmarkStart w:id="38" w:name="_Toc201663987"/>
      <w:bookmarkStart w:id="39" w:name="_Toc273800186"/>
      <w:r>
        <w:t xml:space="preserve">Requisito 2: </w:t>
      </w:r>
      <w:bookmarkEnd w:id="38"/>
      <w:r w:rsidR="00421D6B">
        <w:t>XXXX</w:t>
      </w:r>
      <w:bookmarkEnd w:id="39"/>
    </w:p>
    <w:p w:rsidR="00675651" w:rsidRPr="00675651" w:rsidRDefault="00675651" w:rsidP="00675651"/>
    <w:p w:rsidR="00675651" w:rsidRDefault="00675651" w:rsidP="00675651">
      <w:pPr>
        <w:pStyle w:val="Ttulo2"/>
      </w:pPr>
      <w:bookmarkStart w:id="40" w:name="_Toc273800187"/>
      <w:r>
        <w:t>Componente 2 XX</w:t>
      </w:r>
      <w:bookmarkEnd w:id="40"/>
    </w:p>
    <w:p w:rsidR="00675651" w:rsidRDefault="00675651" w:rsidP="00675651">
      <w:r>
        <w:t>Este componente es el encargado de …</w:t>
      </w:r>
    </w:p>
    <w:p w:rsidR="00675651" w:rsidRDefault="00675651" w:rsidP="00675651">
      <w:pPr>
        <w:pStyle w:val="Ttulo3"/>
        <w:ind w:left="1416" w:hanging="1416"/>
      </w:pPr>
      <w:bookmarkStart w:id="41" w:name="_Toc273800188"/>
      <w:r>
        <w:t>Requisito 1: XXX</w:t>
      </w:r>
      <w:bookmarkEnd w:id="41"/>
    </w:p>
    <w:p w:rsidR="00675651" w:rsidRPr="00675651" w:rsidRDefault="00675651" w:rsidP="00675651"/>
    <w:sectPr w:rsidR="00675651" w:rsidRPr="00675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834" w:rsidRDefault="00935834">
      <w:r>
        <w:separator/>
      </w:r>
    </w:p>
  </w:endnote>
  <w:endnote w:type="continuationSeparator" w:id="0">
    <w:p w:rsidR="00935834" w:rsidRDefault="00935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ormal">
    <w:altName w:val="Times New Roman"/>
    <w:panose1 w:val="00000000000000000000"/>
    <w:charset w:val="00"/>
    <w:family w:val="roman"/>
    <w:notTrueType/>
    <w:pitch w:val="default"/>
    <w:sig w:usb0="06079CD3" w:usb1="00009716" w:usb2="00000000" w:usb3="00000000" w:csb0="00000001" w:csb1="009E370C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D8E" w:rsidRDefault="00E21D8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D8E" w:rsidRDefault="00E21D8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D8E" w:rsidRDefault="00E21D8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834" w:rsidRDefault="00935834">
      <w:r>
        <w:separator/>
      </w:r>
    </w:p>
  </w:footnote>
  <w:footnote w:type="continuationSeparator" w:id="0">
    <w:p w:rsidR="00935834" w:rsidRDefault="00935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D8E" w:rsidRDefault="00E21D8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470"/>
      <w:gridCol w:w="4440"/>
      <w:gridCol w:w="2068"/>
    </w:tblGrid>
    <w:tr w:rsidR="00FD2939">
      <w:tblPrEx>
        <w:tblCellMar>
          <w:top w:w="0" w:type="dxa"/>
          <w:bottom w:w="0" w:type="dxa"/>
        </w:tblCellMar>
      </w:tblPrEx>
      <w:trPr>
        <w:cantSplit/>
        <w:trHeight w:val="540"/>
      </w:trPr>
      <w:tc>
        <w:tcPr>
          <w:tcW w:w="2470" w:type="dxa"/>
          <w:vMerge w:val="restart"/>
          <w:vAlign w:val="center"/>
        </w:tcPr>
        <w:p w:rsidR="00FD2939" w:rsidRDefault="00056EDE">
          <w:pPr>
            <w:pStyle w:val="Encabezado"/>
            <w:jc w:val="center"/>
            <w:rPr>
              <w:rFonts w:cs="Arial"/>
              <w:bCs/>
              <w:sz w:val="12"/>
              <w:szCs w:val="12"/>
            </w:rPr>
          </w:pPr>
          <w:r>
            <w:rPr>
              <w:rFonts w:cs="Arial"/>
              <w:bCs/>
              <w:noProof/>
              <w:sz w:val="12"/>
              <w:szCs w:val="12"/>
            </w:rPr>
            <w:drawing>
              <wp:inline distT="0" distB="0" distL="0" distR="0">
                <wp:extent cx="619125" cy="466725"/>
                <wp:effectExtent l="19050" t="0" r="9525" b="0"/>
                <wp:docPr id="1" name="Imagen 1" descr="Colinas azul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linas azul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0" w:type="dxa"/>
          <w:vMerge w:val="restart"/>
          <w:vAlign w:val="center"/>
        </w:tcPr>
        <w:p w:rsidR="00FD2939" w:rsidRDefault="00FD29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 xml:space="preserve">ESPECIFICACIONES DE REQUISITOS </w:t>
          </w:r>
        </w:p>
        <w:p w:rsidR="00FD2939" w:rsidRDefault="00E21D8E">
          <w:pPr>
            <w:pStyle w:val="Encabezado"/>
            <w:jc w:val="center"/>
            <w:rPr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EMPRESA XXX – MODULO XX</w:t>
          </w:r>
        </w:p>
      </w:tc>
      <w:tc>
        <w:tcPr>
          <w:tcW w:w="2068" w:type="dxa"/>
          <w:vAlign w:val="center"/>
        </w:tcPr>
        <w:p w:rsidR="00FD2939" w:rsidRDefault="00FD2939">
          <w:pPr>
            <w:pStyle w:val="Encabezado"/>
            <w:jc w:val="left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 xml:space="preserve">PÁGINA: 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056EDE">
            <w:rPr>
              <w:rStyle w:val="Nmerodepgina"/>
              <w:noProof/>
            </w:rPr>
            <w:t>2</w:t>
          </w:r>
          <w:r>
            <w:rPr>
              <w:rStyle w:val="Nmerodepgina"/>
            </w:rPr>
            <w:fldChar w:fldCharType="end"/>
          </w:r>
        </w:p>
      </w:tc>
    </w:tr>
    <w:tr w:rsidR="00FD2939">
      <w:tblPrEx>
        <w:tblCellMar>
          <w:top w:w="0" w:type="dxa"/>
          <w:bottom w:w="0" w:type="dxa"/>
        </w:tblCellMar>
      </w:tblPrEx>
      <w:trPr>
        <w:cantSplit/>
        <w:trHeight w:val="540"/>
      </w:trPr>
      <w:tc>
        <w:tcPr>
          <w:tcW w:w="2470" w:type="dxa"/>
          <w:vMerge/>
        </w:tcPr>
        <w:p w:rsidR="00FD2939" w:rsidRDefault="00FD2939">
          <w:pPr>
            <w:pStyle w:val="Encabezado"/>
            <w:rPr>
              <w:noProof/>
              <w:sz w:val="20"/>
            </w:rPr>
          </w:pPr>
        </w:p>
      </w:tc>
      <w:tc>
        <w:tcPr>
          <w:tcW w:w="4440" w:type="dxa"/>
          <w:vMerge/>
          <w:vAlign w:val="center"/>
        </w:tcPr>
        <w:p w:rsidR="00FD2939" w:rsidRDefault="00FD29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</w:p>
      </w:tc>
      <w:tc>
        <w:tcPr>
          <w:tcW w:w="2068" w:type="dxa"/>
          <w:vAlign w:val="center"/>
        </w:tcPr>
        <w:p w:rsidR="00FD2939" w:rsidRDefault="00FD2939" w:rsidP="00E21D8E">
          <w:pPr>
            <w:pStyle w:val="Encabezado"/>
            <w:jc w:val="left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noProof/>
              <w:sz w:val="20"/>
            </w:rPr>
            <w:t xml:space="preserve">IDENTIFICACIÓN: </w:t>
          </w:r>
          <w:r w:rsidR="00E21D8E">
            <w:rPr>
              <w:rFonts w:ascii="Tahoma" w:hAnsi="Tahoma" w:cs="Tahoma"/>
              <w:b/>
              <w:bCs/>
              <w:noProof/>
              <w:sz w:val="16"/>
              <w:szCs w:val="16"/>
            </w:rPr>
            <w:t>CODIGO</w:t>
          </w:r>
        </w:p>
      </w:tc>
    </w:tr>
  </w:tbl>
  <w:p w:rsidR="00FD2939" w:rsidRDefault="00FD2939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D8E" w:rsidRDefault="00E21D8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BD4"/>
    <w:multiLevelType w:val="hybridMultilevel"/>
    <w:tmpl w:val="0D501C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8494A"/>
    <w:multiLevelType w:val="hybridMultilevel"/>
    <w:tmpl w:val="BFBE8D6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874112"/>
    <w:multiLevelType w:val="hybridMultilevel"/>
    <w:tmpl w:val="0582A44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F050F2"/>
    <w:multiLevelType w:val="hybridMultilevel"/>
    <w:tmpl w:val="446EC3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FA03F5"/>
    <w:multiLevelType w:val="hybridMultilevel"/>
    <w:tmpl w:val="1C3ED64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EB773D"/>
    <w:multiLevelType w:val="hybridMultilevel"/>
    <w:tmpl w:val="441A2F1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4A22FF"/>
    <w:multiLevelType w:val="hybridMultilevel"/>
    <w:tmpl w:val="0C406452"/>
    <w:lvl w:ilvl="0" w:tplc="06AC72D6">
      <w:start w:val="1"/>
      <w:numFmt w:val="bullet"/>
      <w:lvlText w:val=""/>
      <w:lvlJc w:val="left"/>
      <w:pPr>
        <w:tabs>
          <w:tab w:val="num" w:pos="340"/>
        </w:tabs>
        <w:ind w:left="113" w:hanging="11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AD60B3"/>
    <w:multiLevelType w:val="hybridMultilevel"/>
    <w:tmpl w:val="226A88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C4A675E"/>
    <w:multiLevelType w:val="multilevel"/>
    <w:tmpl w:val="0BF407B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EA66CFC"/>
    <w:multiLevelType w:val="hybridMultilevel"/>
    <w:tmpl w:val="582AA53C"/>
    <w:lvl w:ilvl="0" w:tplc="69DEF76E">
      <w:start w:val="1"/>
      <w:numFmt w:val="decimal"/>
      <w:lvlText w:val="[%1]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B1ED4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E06CFC"/>
    <w:multiLevelType w:val="hybridMultilevel"/>
    <w:tmpl w:val="B6AA4CC6"/>
    <w:lvl w:ilvl="0" w:tplc="06AC72D6">
      <w:start w:val="1"/>
      <w:numFmt w:val="bullet"/>
      <w:lvlText w:val=""/>
      <w:lvlJc w:val="left"/>
      <w:pPr>
        <w:tabs>
          <w:tab w:val="num" w:pos="340"/>
        </w:tabs>
        <w:ind w:left="113" w:hanging="113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16770D"/>
    <w:multiLevelType w:val="hybridMultilevel"/>
    <w:tmpl w:val="EB1AEFE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94E4DC0"/>
    <w:multiLevelType w:val="hybridMultilevel"/>
    <w:tmpl w:val="0602F9E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502BEA"/>
    <w:multiLevelType w:val="hybridMultilevel"/>
    <w:tmpl w:val="D14E1A8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6A770B"/>
    <w:multiLevelType w:val="hybridMultilevel"/>
    <w:tmpl w:val="7EF05368"/>
    <w:lvl w:ilvl="0" w:tplc="0C0A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80C16"/>
    <w:multiLevelType w:val="hybridMultilevel"/>
    <w:tmpl w:val="D1BA42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5787A55"/>
    <w:multiLevelType w:val="hybridMultilevel"/>
    <w:tmpl w:val="DBDABA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BF1390"/>
    <w:multiLevelType w:val="hybridMultilevel"/>
    <w:tmpl w:val="74C08868"/>
    <w:lvl w:ilvl="0" w:tplc="CAD4BFD8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color w:val="0000FF"/>
      </w:rPr>
    </w:lvl>
    <w:lvl w:ilvl="1" w:tplc="0C0A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8">
    <w:nsid w:val="3D8718AE"/>
    <w:multiLevelType w:val="hybridMultilevel"/>
    <w:tmpl w:val="039E0C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AD92954"/>
    <w:multiLevelType w:val="hybridMultilevel"/>
    <w:tmpl w:val="73BC96A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412DD0"/>
    <w:multiLevelType w:val="hybridMultilevel"/>
    <w:tmpl w:val="7982F24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2570E98"/>
    <w:multiLevelType w:val="hybridMultilevel"/>
    <w:tmpl w:val="29DAE00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D14F2E"/>
    <w:multiLevelType w:val="hybridMultilevel"/>
    <w:tmpl w:val="950EA87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88B248B"/>
    <w:multiLevelType w:val="hybridMultilevel"/>
    <w:tmpl w:val="B26085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C8E0728"/>
    <w:multiLevelType w:val="hybridMultilevel"/>
    <w:tmpl w:val="93A00B3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E75748"/>
    <w:multiLevelType w:val="hybridMultilevel"/>
    <w:tmpl w:val="48BA5D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63637D"/>
    <w:multiLevelType w:val="hybridMultilevel"/>
    <w:tmpl w:val="F2A2BD14"/>
    <w:lvl w:ilvl="0" w:tplc="0C0A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905BBD"/>
    <w:multiLevelType w:val="hybridMultilevel"/>
    <w:tmpl w:val="40F8E2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FE2133"/>
    <w:multiLevelType w:val="multilevel"/>
    <w:tmpl w:val="0BF407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6DBC0E30"/>
    <w:multiLevelType w:val="hybridMultilevel"/>
    <w:tmpl w:val="D8FE002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0C1E5C"/>
    <w:multiLevelType w:val="hybridMultilevel"/>
    <w:tmpl w:val="160E76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E60B79"/>
    <w:multiLevelType w:val="hybridMultilevel"/>
    <w:tmpl w:val="BB542C64"/>
    <w:lvl w:ilvl="0" w:tplc="AAE24BA8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color w:val="0000FF"/>
      </w:rPr>
    </w:lvl>
    <w:lvl w:ilvl="1" w:tplc="0C0A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32">
    <w:nsid w:val="73DD3320"/>
    <w:multiLevelType w:val="hybridMultilevel"/>
    <w:tmpl w:val="DCB464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333841"/>
    <w:multiLevelType w:val="hybridMultilevel"/>
    <w:tmpl w:val="5A18CE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23"/>
  </w:num>
  <w:num w:numId="5">
    <w:abstractNumId w:val="22"/>
  </w:num>
  <w:num w:numId="6">
    <w:abstractNumId w:val="7"/>
  </w:num>
  <w:num w:numId="7">
    <w:abstractNumId w:val="18"/>
  </w:num>
  <w:num w:numId="8">
    <w:abstractNumId w:val="26"/>
  </w:num>
  <w:num w:numId="9">
    <w:abstractNumId w:val="11"/>
  </w:num>
  <w:num w:numId="10">
    <w:abstractNumId w:val="31"/>
  </w:num>
  <w:num w:numId="11">
    <w:abstractNumId w:val="17"/>
  </w:num>
  <w:num w:numId="12">
    <w:abstractNumId w:val="10"/>
  </w:num>
  <w:num w:numId="13">
    <w:abstractNumId w:val="20"/>
  </w:num>
  <w:num w:numId="14">
    <w:abstractNumId w:val="9"/>
  </w:num>
  <w:num w:numId="15">
    <w:abstractNumId w:val="5"/>
  </w:num>
  <w:num w:numId="16">
    <w:abstractNumId w:val="15"/>
  </w:num>
  <w:num w:numId="17">
    <w:abstractNumId w:val="6"/>
  </w:num>
  <w:num w:numId="18">
    <w:abstractNumId w:val="4"/>
  </w:num>
  <w:num w:numId="19">
    <w:abstractNumId w:val="28"/>
  </w:num>
  <w:num w:numId="20">
    <w:abstractNumId w:val="13"/>
  </w:num>
  <w:num w:numId="21">
    <w:abstractNumId w:val="27"/>
  </w:num>
  <w:num w:numId="22">
    <w:abstractNumId w:val="19"/>
  </w:num>
  <w:num w:numId="23">
    <w:abstractNumId w:val="12"/>
  </w:num>
  <w:num w:numId="24">
    <w:abstractNumId w:val="16"/>
  </w:num>
  <w:num w:numId="25">
    <w:abstractNumId w:val="29"/>
  </w:num>
  <w:num w:numId="26">
    <w:abstractNumId w:val="33"/>
  </w:num>
  <w:num w:numId="27">
    <w:abstractNumId w:val="3"/>
  </w:num>
  <w:num w:numId="28">
    <w:abstractNumId w:val="1"/>
  </w:num>
  <w:num w:numId="29">
    <w:abstractNumId w:val="24"/>
  </w:num>
  <w:num w:numId="30">
    <w:abstractNumId w:val="0"/>
  </w:num>
  <w:num w:numId="31">
    <w:abstractNumId w:val="25"/>
  </w:num>
  <w:num w:numId="32">
    <w:abstractNumId w:val="8"/>
    <w:lvlOverride w:ilvl="0">
      <w:startOverride w:val="4"/>
    </w:lvlOverride>
    <w:lvlOverride w:ilvl="1">
      <w:startOverride w:val="1"/>
    </w:lvlOverride>
    <w:lvlOverride w:ilvl="2">
      <w:startOverride w:val="3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21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CO" w:vendorID="64" w:dllVersion="131078" w:nlCheck="1" w:checkStyle="1"/>
  <w:activeWritingStyle w:appName="MSWord" w:lang="es-MX" w:vendorID="64" w:dllVersion="131078" w:nlCheck="1" w:checkStyle="1"/>
  <w:activeWritingStyle w:appName="MSWord" w:lang="fr-FR" w:vendorID="64" w:dllVersion="131078" w:nlCheck="1" w:checkStyle="1"/>
  <w:attachedTemplate r:id="rId1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10976"/>
    <w:rsid w:val="00001FF0"/>
    <w:rsid w:val="0000297C"/>
    <w:rsid w:val="00012597"/>
    <w:rsid w:val="00012624"/>
    <w:rsid w:val="00014B06"/>
    <w:rsid w:val="000153E9"/>
    <w:rsid w:val="000166DB"/>
    <w:rsid w:val="00021BEC"/>
    <w:rsid w:val="00026C87"/>
    <w:rsid w:val="00034920"/>
    <w:rsid w:val="00034DE7"/>
    <w:rsid w:val="00035A89"/>
    <w:rsid w:val="000360A0"/>
    <w:rsid w:val="00037569"/>
    <w:rsid w:val="00043170"/>
    <w:rsid w:val="000500CF"/>
    <w:rsid w:val="0005241B"/>
    <w:rsid w:val="00056EDE"/>
    <w:rsid w:val="00066C38"/>
    <w:rsid w:val="000675C4"/>
    <w:rsid w:val="00090B7F"/>
    <w:rsid w:val="00094F92"/>
    <w:rsid w:val="000A6F9A"/>
    <w:rsid w:val="000A793E"/>
    <w:rsid w:val="000B3B2A"/>
    <w:rsid w:val="000D090A"/>
    <w:rsid w:val="000D19D7"/>
    <w:rsid w:val="000D2AE0"/>
    <w:rsid w:val="000D392F"/>
    <w:rsid w:val="000D471B"/>
    <w:rsid w:val="000E39E4"/>
    <w:rsid w:val="000E61E4"/>
    <w:rsid w:val="00111DE7"/>
    <w:rsid w:val="00113013"/>
    <w:rsid w:val="00113BB1"/>
    <w:rsid w:val="001156F8"/>
    <w:rsid w:val="00121551"/>
    <w:rsid w:val="001216C2"/>
    <w:rsid w:val="0012182B"/>
    <w:rsid w:val="00126195"/>
    <w:rsid w:val="0013297E"/>
    <w:rsid w:val="00140A4D"/>
    <w:rsid w:val="0014416E"/>
    <w:rsid w:val="00150BE3"/>
    <w:rsid w:val="00153A10"/>
    <w:rsid w:val="00154F58"/>
    <w:rsid w:val="00162F37"/>
    <w:rsid w:val="00172D09"/>
    <w:rsid w:val="001845FB"/>
    <w:rsid w:val="00184C75"/>
    <w:rsid w:val="00185CF1"/>
    <w:rsid w:val="001901BD"/>
    <w:rsid w:val="00192CD5"/>
    <w:rsid w:val="001949EF"/>
    <w:rsid w:val="001A1569"/>
    <w:rsid w:val="001A3A5D"/>
    <w:rsid w:val="001A4F2B"/>
    <w:rsid w:val="001A70B7"/>
    <w:rsid w:val="001B49C7"/>
    <w:rsid w:val="001B6989"/>
    <w:rsid w:val="001B6B31"/>
    <w:rsid w:val="001C0442"/>
    <w:rsid w:val="001C3707"/>
    <w:rsid w:val="001C52CB"/>
    <w:rsid w:val="001C788C"/>
    <w:rsid w:val="001D0E76"/>
    <w:rsid w:val="001D4879"/>
    <w:rsid w:val="001E0FBA"/>
    <w:rsid w:val="001E6978"/>
    <w:rsid w:val="001E706F"/>
    <w:rsid w:val="001F1C2F"/>
    <w:rsid w:val="002014FA"/>
    <w:rsid w:val="00201D54"/>
    <w:rsid w:val="00207A4C"/>
    <w:rsid w:val="002113D5"/>
    <w:rsid w:val="002178B3"/>
    <w:rsid w:val="002213FB"/>
    <w:rsid w:val="002238DC"/>
    <w:rsid w:val="00224334"/>
    <w:rsid w:val="002252F0"/>
    <w:rsid w:val="00233806"/>
    <w:rsid w:val="00246F69"/>
    <w:rsid w:val="00251966"/>
    <w:rsid w:val="00253DE2"/>
    <w:rsid w:val="002550D2"/>
    <w:rsid w:val="00262A89"/>
    <w:rsid w:val="00263EC6"/>
    <w:rsid w:val="002653A3"/>
    <w:rsid w:val="002705FF"/>
    <w:rsid w:val="00273AB2"/>
    <w:rsid w:val="00274C03"/>
    <w:rsid w:val="00285429"/>
    <w:rsid w:val="00285C05"/>
    <w:rsid w:val="002907F9"/>
    <w:rsid w:val="002935C4"/>
    <w:rsid w:val="002976EE"/>
    <w:rsid w:val="002A4133"/>
    <w:rsid w:val="002A52F8"/>
    <w:rsid w:val="002B1B0A"/>
    <w:rsid w:val="002C0789"/>
    <w:rsid w:val="002C260A"/>
    <w:rsid w:val="002C6B99"/>
    <w:rsid w:val="002E348B"/>
    <w:rsid w:val="002F36D4"/>
    <w:rsid w:val="002F59CC"/>
    <w:rsid w:val="002F74E5"/>
    <w:rsid w:val="00314861"/>
    <w:rsid w:val="003165AF"/>
    <w:rsid w:val="00320455"/>
    <w:rsid w:val="003218E2"/>
    <w:rsid w:val="00344646"/>
    <w:rsid w:val="003517AD"/>
    <w:rsid w:val="00364D86"/>
    <w:rsid w:val="00370E3D"/>
    <w:rsid w:val="0037440A"/>
    <w:rsid w:val="0038045F"/>
    <w:rsid w:val="003830B3"/>
    <w:rsid w:val="00392927"/>
    <w:rsid w:val="00394892"/>
    <w:rsid w:val="003A2D8D"/>
    <w:rsid w:val="003B4727"/>
    <w:rsid w:val="003B59D6"/>
    <w:rsid w:val="003B618A"/>
    <w:rsid w:val="003C5D4E"/>
    <w:rsid w:val="003C5DC2"/>
    <w:rsid w:val="003C73F0"/>
    <w:rsid w:val="003D4463"/>
    <w:rsid w:val="003D5E3B"/>
    <w:rsid w:val="003E0B7A"/>
    <w:rsid w:val="003E75D8"/>
    <w:rsid w:val="003F237F"/>
    <w:rsid w:val="003F5E79"/>
    <w:rsid w:val="004000E8"/>
    <w:rsid w:val="00402370"/>
    <w:rsid w:val="00402473"/>
    <w:rsid w:val="00402886"/>
    <w:rsid w:val="00410976"/>
    <w:rsid w:val="00412CDE"/>
    <w:rsid w:val="0041624B"/>
    <w:rsid w:val="00421D6B"/>
    <w:rsid w:val="00430EE6"/>
    <w:rsid w:val="00437061"/>
    <w:rsid w:val="00437AEC"/>
    <w:rsid w:val="00440B66"/>
    <w:rsid w:val="00443BCA"/>
    <w:rsid w:val="00450646"/>
    <w:rsid w:val="00453E83"/>
    <w:rsid w:val="00454D15"/>
    <w:rsid w:val="0046039C"/>
    <w:rsid w:val="00460E45"/>
    <w:rsid w:val="00461775"/>
    <w:rsid w:val="004634A0"/>
    <w:rsid w:val="0046518D"/>
    <w:rsid w:val="0046709C"/>
    <w:rsid w:val="004704DE"/>
    <w:rsid w:val="0047604A"/>
    <w:rsid w:val="00484E90"/>
    <w:rsid w:val="00485D95"/>
    <w:rsid w:val="004A0538"/>
    <w:rsid w:val="004A1F29"/>
    <w:rsid w:val="004A3F14"/>
    <w:rsid w:val="004C2B8D"/>
    <w:rsid w:val="004D2ED6"/>
    <w:rsid w:val="004E23D0"/>
    <w:rsid w:val="004E47FA"/>
    <w:rsid w:val="004E628F"/>
    <w:rsid w:val="004F19DD"/>
    <w:rsid w:val="004F3DDA"/>
    <w:rsid w:val="004F5CCB"/>
    <w:rsid w:val="00505A15"/>
    <w:rsid w:val="00511024"/>
    <w:rsid w:val="005334FC"/>
    <w:rsid w:val="00536A62"/>
    <w:rsid w:val="00544F67"/>
    <w:rsid w:val="00555FFA"/>
    <w:rsid w:val="00570CF7"/>
    <w:rsid w:val="00594837"/>
    <w:rsid w:val="005A1C4B"/>
    <w:rsid w:val="005A1E65"/>
    <w:rsid w:val="005A2C54"/>
    <w:rsid w:val="005A367E"/>
    <w:rsid w:val="005A6299"/>
    <w:rsid w:val="005B37E2"/>
    <w:rsid w:val="005B6825"/>
    <w:rsid w:val="005D1CC4"/>
    <w:rsid w:val="005D2735"/>
    <w:rsid w:val="005E0431"/>
    <w:rsid w:val="005E1821"/>
    <w:rsid w:val="005E18AC"/>
    <w:rsid w:val="005F154B"/>
    <w:rsid w:val="00615416"/>
    <w:rsid w:val="00616AD6"/>
    <w:rsid w:val="006177A8"/>
    <w:rsid w:val="00631494"/>
    <w:rsid w:val="00636DE6"/>
    <w:rsid w:val="006417F1"/>
    <w:rsid w:val="0064396D"/>
    <w:rsid w:val="00650BC7"/>
    <w:rsid w:val="00650CC9"/>
    <w:rsid w:val="00654B39"/>
    <w:rsid w:val="006718C4"/>
    <w:rsid w:val="006738DD"/>
    <w:rsid w:val="00675651"/>
    <w:rsid w:val="00675EB7"/>
    <w:rsid w:val="00680C2F"/>
    <w:rsid w:val="0068169A"/>
    <w:rsid w:val="0068375B"/>
    <w:rsid w:val="00693B31"/>
    <w:rsid w:val="00697E71"/>
    <w:rsid w:val="006C10F4"/>
    <w:rsid w:val="006C1340"/>
    <w:rsid w:val="006D53D8"/>
    <w:rsid w:val="006D7E9D"/>
    <w:rsid w:val="006E4556"/>
    <w:rsid w:val="006F0DB4"/>
    <w:rsid w:val="006F0FA1"/>
    <w:rsid w:val="006F2AA5"/>
    <w:rsid w:val="006F4A8A"/>
    <w:rsid w:val="006F7941"/>
    <w:rsid w:val="007016BA"/>
    <w:rsid w:val="00707418"/>
    <w:rsid w:val="0071047B"/>
    <w:rsid w:val="00721315"/>
    <w:rsid w:val="007229C5"/>
    <w:rsid w:val="007235CF"/>
    <w:rsid w:val="00724CC9"/>
    <w:rsid w:val="00724F23"/>
    <w:rsid w:val="00734E99"/>
    <w:rsid w:val="007361C2"/>
    <w:rsid w:val="00736C1E"/>
    <w:rsid w:val="007400E0"/>
    <w:rsid w:val="00744268"/>
    <w:rsid w:val="00750A80"/>
    <w:rsid w:val="00750C81"/>
    <w:rsid w:val="0076214B"/>
    <w:rsid w:val="00764743"/>
    <w:rsid w:val="0076522E"/>
    <w:rsid w:val="00772348"/>
    <w:rsid w:val="00776CCE"/>
    <w:rsid w:val="00777670"/>
    <w:rsid w:val="007870B8"/>
    <w:rsid w:val="0078713A"/>
    <w:rsid w:val="00794B31"/>
    <w:rsid w:val="007A11C1"/>
    <w:rsid w:val="007A12AE"/>
    <w:rsid w:val="007A300D"/>
    <w:rsid w:val="007A68BC"/>
    <w:rsid w:val="007A6990"/>
    <w:rsid w:val="007C6705"/>
    <w:rsid w:val="007D3548"/>
    <w:rsid w:val="007D6D8F"/>
    <w:rsid w:val="007E0469"/>
    <w:rsid w:val="007E3FC7"/>
    <w:rsid w:val="007E5B37"/>
    <w:rsid w:val="007E6CF4"/>
    <w:rsid w:val="007F08C4"/>
    <w:rsid w:val="007F3FB2"/>
    <w:rsid w:val="007F4094"/>
    <w:rsid w:val="007F4598"/>
    <w:rsid w:val="00801CF2"/>
    <w:rsid w:val="008036F6"/>
    <w:rsid w:val="0080452B"/>
    <w:rsid w:val="00804E8E"/>
    <w:rsid w:val="00812905"/>
    <w:rsid w:val="00813B6D"/>
    <w:rsid w:val="00822B5D"/>
    <w:rsid w:val="0082319F"/>
    <w:rsid w:val="00825780"/>
    <w:rsid w:val="00825D71"/>
    <w:rsid w:val="008267B5"/>
    <w:rsid w:val="00830226"/>
    <w:rsid w:val="008311FB"/>
    <w:rsid w:val="00831D9D"/>
    <w:rsid w:val="0083297E"/>
    <w:rsid w:val="0083747D"/>
    <w:rsid w:val="00845778"/>
    <w:rsid w:val="0085446D"/>
    <w:rsid w:val="00856159"/>
    <w:rsid w:val="008603A6"/>
    <w:rsid w:val="00864FA5"/>
    <w:rsid w:val="00870589"/>
    <w:rsid w:val="00871B02"/>
    <w:rsid w:val="008734D1"/>
    <w:rsid w:val="008766C9"/>
    <w:rsid w:val="00884ED1"/>
    <w:rsid w:val="00891C01"/>
    <w:rsid w:val="008B36D6"/>
    <w:rsid w:val="008B4CEC"/>
    <w:rsid w:val="008B789F"/>
    <w:rsid w:val="008C23EE"/>
    <w:rsid w:val="008C294F"/>
    <w:rsid w:val="008C2E02"/>
    <w:rsid w:val="008C3ADA"/>
    <w:rsid w:val="008C62A0"/>
    <w:rsid w:val="008C69DA"/>
    <w:rsid w:val="008D2E33"/>
    <w:rsid w:val="008E4BC0"/>
    <w:rsid w:val="0091206D"/>
    <w:rsid w:val="00914293"/>
    <w:rsid w:val="0092175B"/>
    <w:rsid w:val="00922F43"/>
    <w:rsid w:val="009252B7"/>
    <w:rsid w:val="009301A0"/>
    <w:rsid w:val="00933665"/>
    <w:rsid w:val="00933F75"/>
    <w:rsid w:val="00935834"/>
    <w:rsid w:val="00941479"/>
    <w:rsid w:val="0094198E"/>
    <w:rsid w:val="00942C85"/>
    <w:rsid w:val="00952B9F"/>
    <w:rsid w:val="00953816"/>
    <w:rsid w:val="00954003"/>
    <w:rsid w:val="00956384"/>
    <w:rsid w:val="00961911"/>
    <w:rsid w:val="00967CFA"/>
    <w:rsid w:val="00970B28"/>
    <w:rsid w:val="00974F75"/>
    <w:rsid w:val="00981EA4"/>
    <w:rsid w:val="009875C5"/>
    <w:rsid w:val="00987EC4"/>
    <w:rsid w:val="00987FF3"/>
    <w:rsid w:val="00992908"/>
    <w:rsid w:val="009930C1"/>
    <w:rsid w:val="009949FC"/>
    <w:rsid w:val="00997445"/>
    <w:rsid w:val="009A144D"/>
    <w:rsid w:val="009A6DDA"/>
    <w:rsid w:val="009C284C"/>
    <w:rsid w:val="009D47EF"/>
    <w:rsid w:val="009E26CC"/>
    <w:rsid w:val="009E30DB"/>
    <w:rsid w:val="009E6E80"/>
    <w:rsid w:val="009F1995"/>
    <w:rsid w:val="00A025EC"/>
    <w:rsid w:val="00A02F8E"/>
    <w:rsid w:val="00A03D44"/>
    <w:rsid w:val="00A05873"/>
    <w:rsid w:val="00A0797E"/>
    <w:rsid w:val="00A27EC3"/>
    <w:rsid w:val="00A349F0"/>
    <w:rsid w:val="00A4201C"/>
    <w:rsid w:val="00A552FD"/>
    <w:rsid w:val="00A55D17"/>
    <w:rsid w:val="00A61405"/>
    <w:rsid w:val="00A6170C"/>
    <w:rsid w:val="00A67F15"/>
    <w:rsid w:val="00A71100"/>
    <w:rsid w:val="00A75DFF"/>
    <w:rsid w:val="00A830F7"/>
    <w:rsid w:val="00A84E44"/>
    <w:rsid w:val="00A85CC3"/>
    <w:rsid w:val="00A911D7"/>
    <w:rsid w:val="00AA4173"/>
    <w:rsid w:val="00AA702F"/>
    <w:rsid w:val="00AA75D8"/>
    <w:rsid w:val="00AB1C93"/>
    <w:rsid w:val="00AB5816"/>
    <w:rsid w:val="00AB6076"/>
    <w:rsid w:val="00AD55E8"/>
    <w:rsid w:val="00AE5948"/>
    <w:rsid w:val="00AF0097"/>
    <w:rsid w:val="00AF1C4D"/>
    <w:rsid w:val="00AF466C"/>
    <w:rsid w:val="00B16CD9"/>
    <w:rsid w:val="00B23113"/>
    <w:rsid w:val="00B25C2B"/>
    <w:rsid w:val="00B266E0"/>
    <w:rsid w:val="00B4094D"/>
    <w:rsid w:val="00B4117B"/>
    <w:rsid w:val="00B45650"/>
    <w:rsid w:val="00B624E1"/>
    <w:rsid w:val="00B65249"/>
    <w:rsid w:val="00B70BF1"/>
    <w:rsid w:val="00B728E6"/>
    <w:rsid w:val="00B80D15"/>
    <w:rsid w:val="00B8414E"/>
    <w:rsid w:val="00B946C9"/>
    <w:rsid w:val="00B97E6C"/>
    <w:rsid w:val="00BA0888"/>
    <w:rsid w:val="00BA260E"/>
    <w:rsid w:val="00BA405E"/>
    <w:rsid w:val="00BA4976"/>
    <w:rsid w:val="00BA7759"/>
    <w:rsid w:val="00BB3234"/>
    <w:rsid w:val="00BB3D21"/>
    <w:rsid w:val="00BD0321"/>
    <w:rsid w:val="00BD21F7"/>
    <w:rsid w:val="00BD3FF1"/>
    <w:rsid w:val="00BE03C9"/>
    <w:rsid w:val="00BE2CFF"/>
    <w:rsid w:val="00BE5A86"/>
    <w:rsid w:val="00BF1221"/>
    <w:rsid w:val="00BF18D3"/>
    <w:rsid w:val="00BF26A5"/>
    <w:rsid w:val="00BF277D"/>
    <w:rsid w:val="00BF3C57"/>
    <w:rsid w:val="00C00E58"/>
    <w:rsid w:val="00C02BF2"/>
    <w:rsid w:val="00C106B2"/>
    <w:rsid w:val="00C1451D"/>
    <w:rsid w:val="00C24A10"/>
    <w:rsid w:val="00C2743F"/>
    <w:rsid w:val="00C305F3"/>
    <w:rsid w:val="00C43FB0"/>
    <w:rsid w:val="00C522D8"/>
    <w:rsid w:val="00C569B6"/>
    <w:rsid w:val="00C57696"/>
    <w:rsid w:val="00C62B39"/>
    <w:rsid w:val="00C62C56"/>
    <w:rsid w:val="00C70FA0"/>
    <w:rsid w:val="00C7308E"/>
    <w:rsid w:val="00C87AD8"/>
    <w:rsid w:val="00C921F3"/>
    <w:rsid w:val="00C93D9D"/>
    <w:rsid w:val="00C94F32"/>
    <w:rsid w:val="00C97B72"/>
    <w:rsid w:val="00CA2A63"/>
    <w:rsid w:val="00CB2550"/>
    <w:rsid w:val="00CB3AC7"/>
    <w:rsid w:val="00CC0F6C"/>
    <w:rsid w:val="00CC6678"/>
    <w:rsid w:val="00CC7534"/>
    <w:rsid w:val="00CD3349"/>
    <w:rsid w:val="00CD62DF"/>
    <w:rsid w:val="00CE0425"/>
    <w:rsid w:val="00CE3C95"/>
    <w:rsid w:val="00CE5EC1"/>
    <w:rsid w:val="00CF76F3"/>
    <w:rsid w:val="00D14B13"/>
    <w:rsid w:val="00D15EAF"/>
    <w:rsid w:val="00D22052"/>
    <w:rsid w:val="00D2650D"/>
    <w:rsid w:val="00D34E6B"/>
    <w:rsid w:val="00D357E9"/>
    <w:rsid w:val="00D358E9"/>
    <w:rsid w:val="00D36B9B"/>
    <w:rsid w:val="00D427AC"/>
    <w:rsid w:val="00D515B0"/>
    <w:rsid w:val="00D51E38"/>
    <w:rsid w:val="00D5385B"/>
    <w:rsid w:val="00D74CC1"/>
    <w:rsid w:val="00D75A53"/>
    <w:rsid w:val="00D97D65"/>
    <w:rsid w:val="00DA2816"/>
    <w:rsid w:val="00DA552B"/>
    <w:rsid w:val="00DB00B4"/>
    <w:rsid w:val="00DB6488"/>
    <w:rsid w:val="00DB7842"/>
    <w:rsid w:val="00DC2022"/>
    <w:rsid w:val="00DC285B"/>
    <w:rsid w:val="00DC3D9F"/>
    <w:rsid w:val="00DC7EA8"/>
    <w:rsid w:val="00DD2375"/>
    <w:rsid w:val="00DD4065"/>
    <w:rsid w:val="00DE1407"/>
    <w:rsid w:val="00DE208F"/>
    <w:rsid w:val="00DE587B"/>
    <w:rsid w:val="00DF3069"/>
    <w:rsid w:val="00E02E3C"/>
    <w:rsid w:val="00E05051"/>
    <w:rsid w:val="00E07D0C"/>
    <w:rsid w:val="00E10484"/>
    <w:rsid w:val="00E149BD"/>
    <w:rsid w:val="00E15B2E"/>
    <w:rsid w:val="00E213A7"/>
    <w:rsid w:val="00E21D8E"/>
    <w:rsid w:val="00E22326"/>
    <w:rsid w:val="00E2354B"/>
    <w:rsid w:val="00E31F0E"/>
    <w:rsid w:val="00E328E0"/>
    <w:rsid w:val="00E3601E"/>
    <w:rsid w:val="00E437D8"/>
    <w:rsid w:val="00E444DA"/>
    <w:rsid w:val="00E519C0"/>
    <w:rsid w:val="00E6547B"/>
    <w:rsid w:val="00E709F1"/>
    <w:rsid w:val="00E73CDA"/>
    <w:rsid w:val="00E773D0"/>
    <w:rsid w:val="00E8411D"/>
    <w:rsid w:val="00E86971"/>
    <w:rsid w:val="00E87D46"/>
    <w:rsid w:val="00E91810"/>
    <w:rsid w:val="00E97B30"/>
    <w:rsid w:val="00EA083F"/>
    <w:rsid w:val="00EA257C"/>
    <w:rsid w:val="00EC5AD4"/>
    <w:rsid w:val="00ED39AB"/>
    <w:rsid w:val="00ED79B4"/>
    <w:rsid w:val="00EE0341"/>
    <w:rsid w:val="00EE2881"/>
    <w:rsid w:val="00EE7511"/>
    <w:rsid w:val="00EE7CBE"/>
    <w:rsid w:val="00EF0E85"/>
    <w:rsid w:val="00EF3D99"/>
    <w:rsid w:val="00F0032C"/>
    <w:rsid w:val="00F125FC"/>
    <w:rsid w:val="00F2283D"/>
    <w:rsid w:val="00F22E67"/>
    <w:rsid w:val="00F362CB"/>
    <w:rsid w:val="00F433E8"/>
    <w:rsid w:val="00F46CFB"/>
    <w:rsid w:val="00F47C41"/>
    <w:rsid w:val="00F518F1"/>
    <w:rsid w:val="00F53777"/>
    <w:rsid w:val="00F5697B"/>
    <w:rsid w:val="00F61EF5"/>
    <w:rsid w:val="00F61F74"/>
    <w:rsid w:val="00F63538"/>
    <w:rsid w:val="00F63DEA"/>
    <w:rsid w:val="00F6552A"/>
    <w:rsid w:val="00F67E9A"/>
    <w:rsid w:val="00F70132"/>
    <w:rsid w:val="00F754B0"/>
    <w:rsid w:val="00F81844"/>
    <w:rsid w:val="00F81EA2"/>
    <w:rsid w:val="00F85870"/>
    <w:rsid w:val="00F91026"/>
    <w:rsid w:val="00F91BB0"/>
    <w:rsid w:val="00F9325E"/>
    <w:rsid w:val="00F94A39"/>
    <w:rsid w:val="00FB1F26"/>
    <w:rsid w:val="00FB27A3"/>
    <w:rsid w:val="00FB6921"/>
    <w:rsid w:val="00FC0122"/>
    <w:rsid w:val="00FC3251"/>
    <w:rsid w:val="00FC41DB"/>
    <w:rsid w:val="00FC5508"/>
    <w:rsid w:val="00FC7D49"/>
    <w:rsid w:val="00FD0C19"/>
    <w:rsid w:val="00FD2939"/>
    <w:rsid w:val="00FD3605"/>
    <w:rsid w:val="00FD3E82"/>
    <w:rsid w:val="00FE5C1C"/>
    <w:rsid w:val="00FF3605"/>
    <w:rsid w:val="00FF4F9D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szCs w:val="24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left"/>
      <w:outlineLvl w:val="0"/>
    </w:pPr>
    <w:rPr>
      <w:rFonts w:cs="Arial"/>
      <w:b/>
      <w:bCs/>
      <w:kern w:val="32"/>
      <w:sz w:val="24"/>
      <w:szCs w:val="32"/>
    </w:rPr>
  </w:style>
  <w:style w:type="paragraph" w:styleId="Ttulo2">
    <w:name w:val="heading 2"/>
    <w:basedOn w:val="Normal"/>
    <w:next w:val="Normal"/>
    <w:link w:val="Ttulo2Car"/>
    <w:qFormat/>
    <w:pPr>
      <w:keepNext/>
      <w:numPr>
        <w:ilvl w:val="1"/>
        <w:numId w:val="1"/>
      </w:numPr>
      <w:jc w:val="left"/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</w:style>
  <w:style w:type="paragraph" w:customStyle="1" w:styleId="CarCarCharCharCar">
    <w:name w:val="Car Car Char Char Car"/>
    <w:basedOn w:val="Normal"/>
    <w:pPr>
      <w:spacing w:after="160" w:line="240" w:lineRule="exact"/>
    </w:pPr>
    <w:rPr>
      <w:rFonts w:ascii="Normal" w:hAnsi="Normal"/>
      <w:b/>
      <w:bCs/>
      <w:iCs/>
      <w:kern w:val="32"/>
      <w:sz w:val="20"/>
      <w:szCs w:val="20"/>
      <w:lang w:val="en-US" w:eastAsia="en-US"/>
    </w:rPr>
  </w:style>
  <w:style w:type="paragraph" w:styleId="TDC1">
    <w:name w:val="toc 1"/>
    <w:basedOn w:val="Normal"/>
    <w:next w:val="Normal"/>
    <w:autoRedefine/>
    <w:uiPriority w:val="39"/>
    <w:pPr>
      <w:spacing w:before="240" w:after="240"/>
      <w:jc w:val="left"/>
    </w:pPr>
    <w:rPr>
      <w:b/>
      <w:bCs/>
      <w:caps/>
      <w:szCs w:val="28"/>
    </w:rPr>
  </w:style>
  <w:style w:type="paragraph" w:styleId="TDC2">
    <w:name w:val="toc 2"/>
    <w:basedOn w:val="Normal"/>
    <w:next w:val="Normal"/>
    <w:autoRedefine/>
    <w:uiPriority w:val="39"/>
    <w:pPr>
      <w:jc w:val="left"/>
    </w:pPr>
    <w:rPr>
      <w:b/>
      <w:bCs/>
      <w:noProof/>
      <w:szCs w:val="22"/>
    </w:rPr>
  </w:style>
  <w:style w:type="paragraph" w:styleId="TDC3">
    <w:name w:val="toc 3"/>
    <w:basedOn w:val="Normal"/>
    <w:next w:val="Normal"/>
    <w:autoRedefine/>
    <w:uiPriority w:val="39"/>
    <w:pPr>
      <w:ind w:left="220"/>
      <w:jc w:val="left"/>
    </w:pPr>
    <w:rPr>
      <w:rFonts w:ascii="Times New Roman" w:hAnsi="Times New Roman"/>
    </w:rPr>
  </w:style>
  <w:style w:type="paragraph" w:styleId="TDC4">
    <w:name w:val="toc 4"/>
    <w:basedOn w:val="Normal"/>
    <w:next w:val="Normal"/>
    <w:autoRedefine/>
    <w:uiPriority w:val="39"/>
    <w:pPr>
      <w:ind w:left="440"/>
      <w:jc w:val="left"/>
    </w:pPr>
    <w:rPr>
      <w:rFonts w:ascii="Times New Roman" w:hAnsi="Times New Roman"/>
    </w:rPr>
  </w:style>
  <w:style w:type="paragraph" w:styleId="TDC5">
    <w:name w:val="toc 5"/>
    <w:basedOn w:val="Normal"/>
    <w:next w:val="Normal"/>
    <w:autoRedefine/>
    <w:uiPriority w:val="39"/>
    <w:pPr>
      <w:ind w:left="660"/>
      <w:jc w:val="left"/>
    </w:pPr>
    <w:rPr>
      <w:rFonts w:ascii="Times New Roman" w:hAnsi="Times New Roman"/>
    </w:rPr>
  </w:style>
  <w:style w:type="paragraph" w:styleId="TDC6">
    <w:name w:val="toc 6"/>
    <w:basedOn w:val="Normal"/>
    <w:next w:val="Normal"/>
    <w:autoRedefine/>
    <w:uiPriority w:val="39"/>
    <w:pPr>
      <w:ind w:left="880"/>
      <w:jc w:val="left"/>
    </w:pPr>
    <w:rPr>
      <w:rFonts w:ascii="Times New Roman" w:hAnsi="Times New Roman"/>
    </w:rPr>
  </w:style>
  <w:style w:type="paragraph" w:styleId="TDC7">
    <w:name w:val="toc 7"/>
    <w:basedOn w:val="Normal"/>
    <w:next w:val="Normal"/>
    <w:autoRedefine/>
    <w:uiPriority w:val="39"/>
    <w:pPr>
      <w:ind w:left="1100"/>
      <w:jc w:val="left"/>
    </w:pPr>
    <w:rPr>
      <w:rFonts w:ascii="Times New Roman" w:hAnsi="Times New Roman"/>
    </w:rPr>
  </w:style>
  <w:style w:type="paragraph" w:styleId="TDC8">
    <w:name w:val="toc 8"/>
    <w:basedOn w:val="Normal"/>
    <w:next w:val="Normal"/>
    <w:autoRedefine/>
    <w:uiPriority w:val="39"/>
    <w:pPr>
      <w:ind w:left="1320"/>
      <w:jc w:val="left"/>
    </w:pPr>
    <w:rPr>
      <w:rFonts w:ascii="Times New Roman" w:hAnsi="Times New Roman"/>
    </w:rPr>
  </w:style>
  <w:style w:type="paragraph" w:styleId="TDC9">
    <w:name w:val="toc 9"/>
    <w:basedOn w:val="Normal"/>
    <w:next w:val="Normal"/>
    <w:autoRedefine/>
    <w:uiPriority w:val="39"/>
    <w:pPr>
      <w:ind w:left="1540"/>
      <w:jc w:val="left"/>
    </w:pPr>
    <w:rPr>
      <w:rFonts w:ascii="Times New Roman" w:hAnsi="Times New Roman"/>
    </w:rPr>
  </w:style>
  <w:style w:type="character" w:styleId="Hipervnculo">
    <w:name w:val="Hyperlink"/>
    <w:basedOn w:val="Fuentedeprrafopredeter"/>
    <w:uiPriority w:val="99"/>
    <w:rPr>
      <w:color w:val="0000FF"/>
      <w:u w:val="single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Textoennegrita">
    <w:name w:val="Strong"/>
    <w:basedOn w:val="Fuentedeprrafopredeter"/>
    <w:qFormat/>
    <w:rPr>
      <w:b/>
      <w:bCs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styleId="Textoindependiente">
    <w:name w:val="Body Text"/>
    <w:basedOn w:val="Normal"/>
    <w:pPr>
      <w:jc w:val="center"/>
    </w:pPr>
    <w:rPr>
      <w:rFonts w:ascii="Tahoma" w:hAnsi="Tahoma" w:cs="Tahoma"/>
      <w:b/>
      <w:bCs/>
      <w:sz w:val="32"/>
    </w:rPr>
  </w:style>
  <w:style w:type="paragraph" w:styleId="Textoindependiente2">
    <w:name w:val="Body Text 2"/>
    <w:basedOn w:val="Normal"/>
    <w:rPr>
      <w:rFonts w:ascii="Tahoma" w:hAnsi="Tahoma" w:cs="Tahoma"/>
      <w:color w:val="99CC00"/>
      <w:sz w:val="20"/>
    </w:rPr>
  </w:style>
  <w:style w:type="paragraph" w:styleId="Textoindependiente3">
    <w:name w:val="Body Text 3"/>
    <w:basedOn w:val="Normal"/>
    <w:rPr>
      <w:rFonts w:ascii="Tahoma" w:hAnsi="Tahoma" w:cs="Tahoma"/>
      <w:sz w:val="20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paragraph" w:styleId="Epgrafe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character" w:styleId="Refdecomentario">
    <w:name w:val="annotation reference"/>
    <w:basedOn w:val="Fuentedeprrafopredeter"/>
    <w:semiHidden/>
    <w:rPr>
      <w:sz w:val="16"/>
      <w:szCs w:val="16"/>
    </w:r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customStyle="1" w:styleId="Normalindentado3">
    <w:name w:val="Normal indentado 3"/>
    <w:basedOn w:val="Normal"/>
    <w:pPr>
      <w:ind w:left="1200"/>
      <w:jc w:val="left"/>
    </w:pPr>
    <w:rPr>
      <w:sz w:val="20"/>
    </w:rPr>
  </w:style>
  <w:style w:type="paragraph" w:customStyle="1" w:styleId="guiazul">
    <w:name w:val="guiazul"/>
    <w:basedOn w:val="NormalWeb"/>
    <w:pPr>
      <w:jc w:val="left"/>
    </w:pPr>
    <w:rPr>
      <w:rFonts w:ascii="Arial" w:hAnsi="Arial"/>
      <w:i/>
      <w:color w:val="0000FF"/>
      <w:sz w:val="20"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character" w:customStyle="1" w:styleId="CarCar1">
    <w:name w:val=" Car Car1"/>
    <w:basedOn w:val="Fuentedeprrafopredeter"/>
    <w:rPr>
      <w:rFonts w:ascii="Arial" w:hAnsi="Arial"/>
      <w:sz w:val="22"/>
      <w:szCs w:val="24"/>
      <w:lang w:val="es-ES" w:eastAsia="es-ES" w:bidi="ar-SA"/>
    </w:rPr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121551"/>
    <w:rPr>
      <w:rFonts w:ascii="Arial" w:hAnsi="Arial" w:cs="Arial"/>
      <w:b/>
      <w:bCs/>
      <w:iCs/>
      <w:sz w:val="22"/>
      <w:szCs w:val="28"/>
      <w:lang w:val="es-ES" w:eastAsia="es-ES"/>
    </w:rPr>
  </w:style>
  <w:style w:type="table" w:styleId="Tablaconcuadrcula">
    <w:name w:val="Table Grid"/>
    <w:basedOn w:val="Tablanormal"/>
    <w:rsid w:val="002653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Plantilla_er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CAFE0-8413-4693-9EB1-39487067C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Plantilla_ers.dot</Template>
  <TotalTime>0</TotalTime>
  <Pages>7</Pages>
  <Words>898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 de requisitos</vt:lpstr>
    </vt:vector>
  </TitlesOfParts>
  <Company>UIS</Company>
  <LinksUpToDate>false</LinksUpToDate>
  <CharactersWithSpaces>5826</CharactersWithSpaces>
  <SharedDoc>false</SharedDoc>
  <HLinks>
    <vt:vector size="132" baseType="variant"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_Toc273800188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_Toc273800187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_Toc273800186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_Toc273800185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_Toc273800184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_Toc273800183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_Toc273800182</vt:lpwstr>
      </vt:variant>
      <vt:variant>
        <vt:i4>1048624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_Toc273800181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_Toc273800180</vt:lpwstr>
      </vt:variant>
      <vt:variant>
        <vt:i4>2031664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_Toc273800179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_Toc273800178</vt:lpwstr>
      </vt:variant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_Toc273800177</vt:lpwstr>
      </vt:variant>
      <vt:variant>
        <vt:i4>2031664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_Toc273800176</vt:lpwstr>
      </vt:variant>
      <vt:variant>
        <vt:i4>2031664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_Toc273800175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_Toc273800174</vt:lpwstr>
      </vt:variant>
      <vt:variant>
        <vt:i4>2031664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_Toc273800173</vt:lpwstr>
      </vt:variant>
      <vt:variant>
        <vt:i4>2031664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_Toc273800172</vt:lpwstr>
      </vt:variant>
      <vt:variant>
        <vt:i4>2031664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_Toc273800171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_Toc273800170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_Toc273800169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_Toc273800168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_Toc273800167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 de requisitos</dc:title>
  <dc:subject/>
  <dc:creator>DIANA MARIA ESPINOSA</dc:creator>
  <cp:keywords/>
  <dc:description/>
  <cp:lastModifiedBy>carlosap</cp:lastModifiedBy>
  <cp:revision>2</cp:revision>
  <cp:lastPrinted>2010-04-28T22:13:00Z</cp:lastPrinted>
  <dcterms:created xsi:type="dcterms:W3CDTF">2011-02-16T11:54:00Z</dcterms:created>
  <dcterms:modified xsi:type="dcterms:W3CDTF">2011-02-16T11:54:00Z</dcterms:modified>
</cp:coreProperties>
</file>